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C92E2" w14:textId="77777777" w:rsidR="00C40984" w:rsidRPr="00BB6975" w:rsidRDefault="00C40984" w:rsidP="00BB6975">
      <w:pPr>
        <w:spacing w:after="0" w:line="240" w:lineRule="auto"/>
        <w:rPr>
          <w:rFonts w:ascii="Times New Roman" w:hAnsi="Times New Roman" w:cs="Times New Roman"/>
          <w:sz w:val="24"/>
          <w:szCs w:val="24"/>
        </w:rPr>
      </w:pPr>
    </w:p>
    <w:p w14:paraId="592E1EC3" w14:textId="77777777" w:rsidR="00746CA8" w:rsidRPr="00BB6975" w:rsidRDefault="00746CA8" w:rsidP="00BB6975">
      <w:pPr>
        <w:spacing w:after="0" w:line="240" w:lineRule="auto"/>
        <w:rPr>
          <w:rFonts w:ascii="Times New Roman" w:hAnsi="Times New Roman" w:cs="Times New Roman"/>
          <w:sz w:val="24"/>
          <w:szCs w:val="24"/>
        </w:rPr>
      </w:pPr>
    </w:p>
    <w:p w14:paraId="1265B43D" w14:textId="77777777" w:rsidR="00220C9B" w:rsidRPr="00BB6975" w:rsidRDefault="00220C9B" w:rsidP="00BB6975">
      <w:pPr>
        <w:spacing w:after="0" w:line="240" w:lineRule="auto"/>
        <w:rPr>
          <w:rFonts w:ascii="Times New Roman" w:hAnsi="Times New Roman" w:cs="Times New Roman"/>
          <w:sz w:val="24"/>
          <w:szCs w:val="24"/>
        </w:rPr>
      </w:pPr>
    </w:p>
    <w:p w14:paraId="2D29362F" w14:textId="7C478A5A" w:rsidR="002A3A5D" w:rsidRPr="00BB6975" w:rsidRDefault="007F6106" w:rsidP="00BB6975">
      <w:pPr>
        <w:spacing w:after="0" w:line="240" w:lineRule="auto"/>
        <w:rPr>
          <w:rFonts w:ascii="Times New Roman" w:hAnsi="Times New Roman" w:cs="Times New Roman"/>
          <w:sz w:val="24"/>
          <w:szCs w:val="24"/>
        </w:rPr>
      </w:pPr>
      <w:r w:rsidRPr="00BB6975">
        <w:rPr>
          <w:rFonts w:ascii="Times New Roman" w:hAnsi="Times New Roman" w:cs="Times New Roman"/>
          <w:sz w:val="24"/>
          <w:szCs w:val="24"/>
        </w:rPr>
        <w:t xml:space="preserve">Lp </w:t>
      </w:r>
      <w:r w:rsidR="00606032" w:rsidRPr="00606032">
        <w:rPr>
          <w:rFonts w:ascii="Times New Roman" w:hAnsi="Times New Roman" w:cs="Times New Roman"/>
          <w:sz w:val="24"/>
          <w:szCs w:val="24"/>
        </w:rPr>
        <w:t xml:space="preserve">Tiina </w:t>
      </w:r>
      <w:proofErr w:type="spellStart"/>
      <w:r w:rsidR="00606032" w:rsidRPr="00606032">
        <w:rPr>
          <w:rFonts w:ascii="Times New Roman" w:hAnsi="Times New Roman" w:cs="Times New Roman"/>
          <w:sz w:val="24"/>
          <w:szCs w:val="24"/>
        </w:rPr>
        <w:t>Uudeberg</w:t>
      </w:r>
      <w:proofErr w:type="spellEnd"/>
      <w:r w:rsidRPr="00BB6975">
        <w:rPr>
          <w:rFonts w:ascii="Times New Roman" w:hAnsi="Times New Roman" w:cs="Times New Roman"/>
          <w:sz w:val="24"/>
          <w:szCs w:val="24"/>
        </w:rPr>
        <w:tab/>
      </w:r>
      <w:r w:rsidRPr="00BB6975">
        <w:rPr>
          <w:rFonts w:ascii="Times New Roman" w:hAnsi="Times New Roman" w:cs="Times New Roman"/>
          <w:sz w:val="24"/>
          <w:szCs w:val="24"/>
        </w:rPr>
        <w:tab/>
      </w:r>
      <w:r w:rsidRPr="00BB6975">
        <w:rPr>
          <w:rFonts w:ascii="Times New Roman" w:hAnsi="Times New Roman" w:cs="Times New Roman"/>
          <w:sz w:val="24"/>
          <w:szCs w:val="24"/>
        </w:rPr>
        <w:tab/>
      </w:r>
      <w:r w:rsidRPr="00BB6975">
        <w:rPr>
          <w:rFonts w:ascii="Times New Roman" w:hAnsi="Times New Roman" w:cs="Times New Roman"/>
          <w:sz w:val="24"/>
          <w:szCs w:val="24"/>
        </w:rPr>
        <w:tab/>
      </w:r>
      <w:r w:rsidRPr="00BB6975">
        <w:rPr>
          <w:rFonts w:ascii="Times New Roman" w:hAnsi="Times New Roman" w:cs="Times New Roman"/>
          <w:sz w:val="24"/>
          <w:szCs w:val="24"/>
        </w:rPr>
        <w:tab/>
      </w:r>
      <w:r w:rsidRPr="00BB6975">
        <w:rPr>
          <w:rFonts w:ascii="Times New Roman" w:hAnsi="Times New Roman" w:cs="Times New Roman"/>
          <w:sz w:val="24"/>
          <w:szCs w:val="24"/>
        </w:rPr>
        <w:tab/>
      </w:r>
      <w:r w:rsidR="00B43963" w:rsidRPr="00BB6975">
        <w:rPr>
          <w:rFonts w:ascii="Times New Roman" w:hAnsi="Times New Roman" w:cs="Times New Roman"/>
          <w:sz w:val="24"/>
          <w:szCs w:val="24"/>
        </w:rPr>
        <w:t xml:space="preserve">Teie </w:t>
      </w:r>
      <w:r w:rsidR="001008AE">
        <w:rPr>
          <w:rFonts w:ascii="Times New Roman" w:hAnsi="Times New Roman" w:cs="Times New Roman"/>
          <w:sz w:val="24"/>
          <w:szCs w:val="24"/>
        </w:rPr>
        <w:t>2</w:t>
      </w:r>
      <w:r w:rsidR="00C94F25">
        <w:rPr>
          <w:rFonts w:ascii="Times New Roman" w:hAnsi="Times New Roman" w:cs="Times New Roman"/>
          <w:sz w:val="24"/>
          <w:szCs w:val="24"/>
        </w:rPr>
        <w:t>8</w:t>
      </w:r>
      <w:r w:rsidR="00793C5C" w:rsidRPr="00BB6975">
        <w:rPr>
          <w:rFonts w:ascii="Times New Roman" w:hAnsi="Times New Roman" w:cs="Times New Roman"/>
          <w:sz w:val="24"/>
          <w:szCs w:val="24"/>
        </w:rPr>
        <w:t>.</w:t>
      </w:r>
      <w:r w:rsidR="001008AE">
        <w:rPr>
          <w:rFonts w:ascii="Times New Roman" w:hAnsi="Times New Roman" w:cs="Times New Roman"/>
          <w:sz w:val="24"/>
          <w:szCs w:val="24"/>
        </w:rPr>
        <w:t>11</w:t>
      </w:r>
      <w:r w:rsidR="00793C5C" w:rsidRPr="00BB6975">
        <w:rPr>
          <w:rFonts w:ascii="Times New Roman" w:hAnsi="Times New Roman" w:cs="Times New Roman"/>
          <w:sz w:val="24"/>
          <w:szCs w:val="24"/>
        </w:rPr>
        <w:t xml:space="preserve">.2025 </w:t>
      </w:r>
      <w:r w:rsidR="00913DBA" w:rsidRPr="00913DBA">
        <w:rPr>
          <w:rFonts w:ascii="Times New Roman" w:hAnsi="Times New Roman" w:cs="Times New Roman"/>
          <w:sz w:val="24"/>
          <w:szCs w:val="24"/>
        </w:rPr>
        <w:t xml:space="preserve">nr </w:t>
      </w:r>
      <w:r w:rsidR="00781D83" w:rsidRPr="00781D83">
        <w:rPr>
          <w:rFonts w:ascii="Times New Roman" w:hAnsi="Times New Roman" w:cs="Times New Roman"/>
          <w:sz w:val="24"/>
          <w:szCs w:val="24"/>
        </w:rPr>
        <w:t>7-1/9632</w:t>
      </w:r>
    </w:p>
    <w:p w14:paraId="7AD4AECA" w14:textId="7A0BDE2A" w:rsidR="00606032" w:rsidRDefault="00606032" w:rsidP="00BB697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Pr="00606032">
        <w:rPr>
          <w:rFonts w:ascii="Times New Roman" w:hAnsi="Times New Roman" w:cs="Times New Roman"/>
          <w:sz w:val="24"/>
          <w:szCs w:val="24"/>
        </w:rPr>
        <w:t>antsler</w:t>
      </w:r>
    </w:p>
    <w:p w14:paraId="3F3866C7" w14:textId="7FC8C38B" w:rsidR="00A27BC2" w:rsidRPr="00BB6975" w:rsidRDefault="6566C091" w:rsidP="6566C091">
      <w:pPr>
        <w:spacing w:after="0" w:line="240" w:lineRule="auto"/>
        <w:jc w:val="both"/>
        <w:rPr>
          <w:rFonts w:ascii="Times New Roman" w:hAnsi="Times New Roman" w:cs="Times New Roman"/>
          <w:sz w:val="24"/>
          <w:szCs w:val="24"/>
        </w:rPr>
      </w:pPr>
      <w:r w:rsidRPr="6566C091">
        <w:rPr>
          <w:rFonts w:ascii="Times New Roman" w:hAnsi="Times New Roman" w:cs="Times New Roman"/>
          <w:sz w:val="24"/>
          <w:szCs w:val="24"/>
        </w:rPr>
        <w:t>Justiits- ja Digiministeerium</w:t>
      </w:r>
      <w:r w:rsidR="0061334E">
        <w:tab/>
      </w:r>
      <w:r w:rsidRPr="6566C091">
        <w:rPr>
          <w:rFonts w:ascii="Times New Roman" w:hAnsi="Times New Roman" w:cs="Times New Roman"/>
          <w:sz w:val="24"/>
          <w:szCs w:val="24"/>
        </w:rPr>
        <w:t xml:space="preserve"> </w:t>
      </w:r>
      <w:r w:rsidR="0061334E">
        <w:tab/>
      </w:r>
      <w:r w:rsidR="0061334E">
        <w:tab/>
      </w:r>
      <w:r w:rsidR="0061334E">
        <w:tab/>
      </w:r>
      <w:r w:rsidR="0061334E">
        <w:tab/>
      </w:r>
      <w:r w:rsidRPr="6566C091">
        <w:rPr>
          <w:rFonts w:ascii="Times New Roman" w:hAnsi="Times New Roman" w:cs="Times New Roman"/>
          <w:sz w:val="24"/>
          <w:szCs w:val="24"/>
        </w:rPr>
        <w:t>Meie 19.12.2025</w:t>
      </w:r>
      <w:r w:rsidRPr="00804CCE">
        <w:rPr>
          <w:rFonts w:ascii="Times New Roman" w:hAnsi="Times New Roman" w:cs="Times New Roman"/>
          <w:sz w:val="24"/>
          <w:szCs w:val="24"/>
        </w:rPr>
        <w:t xml:space="preserve"> nr 2-3/198-1</w:t>
      </w:r>
    </w:p>
    <w:p w14:paraId="79AC62BE" w14:textId="77777777" w:rsidR="006852B7" w:rsidRPr="00BB6975" w:rsidRDefault="006852B7" w:rsidP="00BB6975">
      <w:pPr>
        <w:spacing w:after="0" w:line="240" w:lineRule="auto"/>
        <w:jc w:val="both"/>
        <w:rPr>
          <w:rFonts w:ascii="Times New Roman" w:hAnsi="Times New Roman" w:cs="Times New Roman"/>
          <w:sz w:val="24"/>
          <w:szCs w:val="24"/>
        </w:rPr>
      </w:pPr>
    </w:p>
    <w:p w14:paraId="6EB9A63C" w14:textId="77777777" w:rsidR="00F2505F" w:rsidRPr="00BB6975" w:rsidRDefault="00F2505F" w:rsidP="00BB6975">
      <w:pPr>
        <w:spacing w:after="0" w:line="240" w:lineRule="auto"/>
        <w:jc w:val="both"/>
        <w:rPr>
          <w:rFonts w:ascii="Times New Roman" w:hAnsi="Times New Roman" w:cs="Times New Roman"/>
          <w:sz w:val="24"/>
          <w:szCs w:val="24"/>
        </w:rPr>
      </w:pPr>
    </w:p>
    <w:p w14:paraId="50EB897C" w14:textId="77777777" w:rsidR="00F2505F" w:rsidRPr="00BB6975" w:rsidRDefault="00F2505F" w:rsidP="00BB6975">
      <w:pPr>
        <w:spacing w:after="0" w:line="240" w:lineRule="auto"/>
        <w:jc w:val="both"/>
        <w:rPr>
          <w:rFonts w:ascii="Times New Roman" w:hAnsi="Times New Roman" w:cs="Times New Roman"/>
          <w:sz w:val="24"/>
          <w:szCs w:val="24"/>
        </w:rPr>
      </w:pPr>
    </w:p>
    <w:p w14:paraId="4423DB96" w14:textId="77777777" w:rsidR="00F2505F" w:rsidRPr="00BB6975" w:rsidRDefault="00F2505F" w:rsidP="00BB6975">
      <w:pPr>
        <w:spacing w:after="0" w:line="240" w:lineRule="auto"/>
        <w:jc w:val="both"/>
        <w:rPr>
          <w:rFonts w:ascii="Times New Roman" w:hAnsi="Times New Roman" w:cs="Times New Roman"/>
          <w:sz w:val="24"/>
          <w:szCs w:val="24"/>
        </w:rPr>
      </w:pPr>
    </w:p>
    <w:p w14:paraId="2FA058EA" w14:textId="77777777" w:rsidR="00D76E8C" w:rsidRPr="00D76E8C" w:rsidRDefault="00292FF7" w:rsidP="00BB6975">
      <w:pPr>
        <w:spacing w:after="0" w:line="240" w:lineRule="auto"/>
        <w:jc w:val="both"/>
        <w:rPr>
          <w:rFonts w:ascii="Times New Roman" w:hAnsi="Times New Roman" w:cs="Times New Roman"/>
          <w:b/>
          <w:bCs/>
          <w:sz w:val="24"/>
          <w:szCs w:val="24"/>
        </w:rPr>
      </w:pPr>
      <w:r w:rsidRPr="00D76E8C">
        <w:rPr>
          <w:rFonts w:ascii="Times New Roman" w:hAnsi="Times New Roman" w:cs="Times New Roman"/>
          <w:b/>
          <w:bCs/>
          <w:sz w:val="24"/>
          <w:szCs w:val="24"/>
        </w:rPr>
        <w:t xml:space="preserve">Kutse huvigruppidele tagasiside andmiseks EL </w:t>
      </w:r>
    </w:p>
    <w:p w14:paraId="30BA4330" w14:textId="3B7C6E4D" w:rsidR="00481986" w:rsidRPr="00D76E8C" w:rsidRDefault="00292FF7" w:rsidP="00BB6975">
      <w:pPr>
        <w:spacing w:after="0" w:line="240" w:lineRule="auto"/>
        <w:jc w:val="both"/>
        <w:rPr>
          <w:rFonts w:ascii="Times New Roman" w:hAnsi="Times New Roman" w:cs="Times New Roman"/>
          <w:b/>
          <w:bCs/>
          <w:sz w:val="24"/>
          <w:szCs w:val="24"/>
        </w:rPr>
      </w:pPr>
      <w:r w:rsidRPr="00D76E8C">
        <w:rPr>
          <w:rFonts w:ascii="Times New Roman" w:hAnsi="Times New Roman" w:cs="Times New Roman"/>
          <w:b/>
          <w:bCs/>
          <w:sz w:val="24"/>
          <w:szCs w:val="24"/>
        </w:rPr>
        <w:t>digivaldkonna lihtsustamispaketi kohta</w:t>
      </w:r>
    </w:p>
    <w:p w14:paraId="62B9026F" w14:textId="77777777" w:rsidR="00F2505F" w:rsidRPr="00BB6975" w:rsidRDefault="00F2505F" w:rsidP="00BB6975">
      <w:pPr>
        <w:spacing w:after="0" w:line="240" w:lineRule="auto"/>
        <w:jc w:val="both"/>
        <w:rPr>
          <w:rFonts w:ascii="Times New Roman" w:hAnsi="Times New Roman" w:cs="Times New Roman"/>
          <w:sz w:val="24"/>
          <w:szCs w:val="24"/>
        </w:rPr>
      </w:pPr>
    </w:p>
    <w:p w14:paraId="7C27DDF0" w14:textId="6F753747" w:rsidR="00822A2B" w:rsidRDefault="0E8999FA" w:rsidP="00BB6975">
      <w:pPr>
        <w:spacing w:after="0" w:line="240" w:lineRule="auto"/>
        <w:jc w:val="both"/>
        <w:rPr>
          <w:rFonts w:ascii="Times New Roman" w:hAnsi="Times New Roman" w:cs="Times New Roman"/>
          <w:sz w:val="24"/>
          <w:szCs w:val="24"/>
        </w:rPr>
      </w:pPr>
      <w:r w:rsidRPr="0E8999FA">
        <w:rPr>
          <w:rFonts w:ascii="Times New Roman" w:hAnsi="Times New Roman" w:cs="Times New Roman"/>
          <w:sz w:val="24"/>
          <w:szCs w:val="24"/>
        </w:rPr>
        <w:t xml:space="preserve">Justiits- ja Digiministeerium esitas Eesti Linnade ja Valdade Liidule 28.11.2025 info ministeeriumi kavatsusest kokku panna seisukohad Euroopa Komisjoni avaldatud digiomnibusi lihtsustamispaketile. Esitame omapoolsed vastused. </w:t>
      </w:r>
    </w:p>
    <w:p w14:paraId="2726C672" w14:textId="38C92C09" w:rsidR="00C95E0B" w:rsidRDefault="00C95E0B" w:rsidP="00BB6975">
      <w:pPr>
        <w:spacing w:after="0" w:line="240" w:lineRule="auto"/>
        <w:jc w:val="both"/>
        <w:rPr>
          <w:rFonts w:ascii="Times New Roman" w:hAnsi="Times New Roman" w:cs="Times New Roman"/>
          <w:sz w:val="24"/>
          <w:szCs w:val="24"/>
        </w:rPr>
      </w:pPr>
    </w:p>
    <w:p w14:paraId="4D250339" w14:textId="77777777" w:rsidR="005B17E1" w:rsidRDefault="005B17E1" w:rsidP="002359ED">
      <w:pPr>
        <w:spacing w:after="0" w:line="240" w:lineRule="auto"/>
        <w:jc w:val="both"/>
        <w:rPr>
          <w:rFonts w:ascii="Times New Roman" w:hAnsi="Times New Roman" w:cs="Times New Roman"/>
          <w:sz w:val="24"/>
          <w:szCs w:val="24"/>
        </w:rPr>
      </w:pPr>
    </w:p>
    <w:p w14:paraId="4F62269C" w14:textId="68710579" w:rsidR="00A54EFE" w:rsidRPr="00AF0527" w:rsidRDefault="00AF0527" w:rsidP="002359ED">
      <w:pPr>
        <w:spacing w:after="0" w:line="240" w:lineRule="auto"/>
        <w:jc w:val="both"/>
        <w:rPr>
          <w:rFonts w:ascii="Times New Roman" w:hAnsi="Times New Roman" w:cs="Times New Roman"/>
          <w:b/>
          <w:bCs/>
          <w:sz w:val="24"/>
          <w:szCs w:val="24"/>
        </w:rPr>
      </w:pPr>
      <w:r w:rsidRPr="00AF0527">
        <w:rPr>
          <w:rFonts w:ascii="Times New Roman" w:hAnsi="Times New Roman" w:cs="Times New Roman"/>
          <w:b/>
          <w:bCs/>
          <w:sz w:val="24"/>
          <w:szCs w:val="24"/>
        </w:rPr>
        <w:t>Kas toetate eelnõudes toodud eesmärke ja pakutud lahendusi? Palun tooge välja, milliseid toetate ja miks? Milliseid ettepanekuid Teie ei toeta ja miks?</w:t>
      </w:r>
    </w:p>
    <w:p w14:paraId="3FE508B0" w14:textId="77777777" w:rsidR="00AF0527" w:rsidRDefault="00AF0527" w:rsidP="002359ED">
      <w:pPr>
        <w:spacing w:after="0" w:line="240" w:lineRule="auto"/>
        <w:jc w:val="both"/>
        <w:rPr>
          <w:rFonts w:ascii="Times New Roman" w:hAnsi="Times New Roman" w:cs="Times New Roman"/>
          <w:b/>
          <w:bCs/>
          <w:i/>
          <w:iCs/>
          <w:color w:val="EE0000"/>
          <w:sz w:val="24"/>
          <w:szCs w:val="24"/>
        </w:rPr>
      </w:pPr>
    </w:p>
    <w:p w14:paraId="7C2E7952" w14:textId="2DA92967" w:rsidR="00A54EFE" w:rsidRDefault="00A54EFE" w:rsidP="002359ED">
      <w:pPr>
        <w:spacing w:after="0" w:line="240" w:lineRule="auto"/>
        <w:jc w:val="both"/>
        <w:rPr>
          <w:rFonts w:ascii="Times New Roman" w:hAnsi="Times New Roman" w:cs="Times New Roman"/>
          <w:sz w:val="24"/>
          <w:szCs w:val="24"/>
        </w:rPr>
      </w:pPr>
      <w:r w:rsidRPr="00A54EFE">
        <w:rPr>
          <w:rFonts w:ascii="Times New Roman" w:hAnsi="Times New Roman" w:cs="Times New Roman"/>
          <w:sz w:val="24"/>
          <w:szCs w:val="24"/>
        </w:rPr>
        <w:t>Eesti Linnade ja Valdade Liit tunnustab Euroopa Komisjon püüdlusi läbi digivaldkonna õigusaktide lihtsustamispaketi "</w:t>
      </w:r>
      <w:proofErr w:type="spellStart"/>
      <w:r w:rsidRPr="00A54EFE">
        <w:rPr>
          <w:rFonts w:ascii="Times New Roman" w:hAnsi="Times New Roman" w:cs="Times New Roman"/>
          <w:sz w:val="24"/>
          <w:szCs w:val="24"/>
        </w:rPr>
        <w:t>digiomnibus</w:t>
      </w:r>
      <w:proofErr w:type="spellEnd"/>
      <w:r w:rsidRPr="00A54EFE">
        <w:rPr>
          <w:rFonts w:ascii="Times New Roman" w:hAnsi="Times New Roman" w:cs="Times New Roman"/>
          <w:sz w:val="24"/>
          <w:szCs w:val="24"/>
        </w:rPr>
        <w:t xml:space="preserve">" muuta selgemaks andmehalduse ning andmete kasutamise regulatsioone. </w:t>
      </w:r>
      <w:r w:rsidR="00504051" w:rsidRPr="00504051">
        <w:rPr>
          <w:rFonts w:ascii="Times New Roman" w:hAnsi="Times New Roman" w:cs="Times New Roman"/>
          <w:sz w:val="24"/>
          <w:szCs w:val="24"/>
        </w:rPr>
        <w:t>Peame oluliseks, et reeglid oleksid arusaadavad ning toetaksid kaasaegsete ja kasutajasõbralike avalike teenuste arendamist.</w:t>
      </w:r>
      <w:r w:rsidR="00504051">
        <w:rPr>
          <w:rFonts w:ascii="Times New Roman" w:hAnsi="Times New Roman" w:cs="Times New Roman"/>
          <w:sz w:val="24"/>
          <w:szCs w:val="24"/>
        </w:rPr>
        <w:t xml:space="preserve"> </w:t>
      </w:r>
      <w:r w:rsidRPr="00A54EFE">
        <w:rPr>
          <w:rFonts w:ascii="Times New Roman" w:hAnsi="Times New Roman" w:cs="Times New Roman"/>
          <w:sz w:val="24"/>
          <w:szCs w:val="24"/>
        </w:rPr>
        <w:t xml:space="preserve">See ei ole üksnes vajalik Euroopa riikide konkurentsivõime tugevdamiseks, vaid eelkõige elanike heaolu tõstmiseks vajalike lahenduste väljatöötamiseks ning kasutuselevõtmiseks. Regulatsioonide </w:t>
      </w:r>
      <w:proofErr w:type="spellStart"/>
      <w:r w:rsidRPr="00A54EFE">
        <w:rPr>
          <w:rFonts w:ascii="Times New Roman" w:hAnsi="Times New Roman" w:cs="Times New Roman"/>
          <w:sz w:val="24"/>
          <w:szCs w:val="24"/>
        </w:rPr>
        <w:t>taasmõtestamine</w:t>
      </w:r>
      <w:proofErr w:type="spellEnd"/>
      <w:r w:rsidRPr="00A54EFE">
        <w:rPr>
          <w:rFonts w:ascii="Times New Roman" w:hAnsi="Times New Roman" w:cs="Times New Roman"/>
          <w:sz w:val="24"/>
          <w:szCs w:val="24"/>
        </w:rPr>
        <w:t xml:space="preserve"> peaks aitama puhastada õigusaktid üleliigsest jättes alles vaid hädavajaliku ja muuta otsustus- ning valitsemisprotsessi </w:t>
      </w:r>
      <w:proofErr w:type="spellStart"/>
      <w:r w:rsidRPr="00A54EFE">
        <w:rPr>
          <w:rFonts w:ascii="Times New Roman" w:hAnsi="Times New Roman" w:cs="Times New Roman"/>
          <w:sz w:val="24"/>
          <w:szCs w:val="24"/>
        </w:rPr>
        <w:t>läbipaistavamaks</w:t>
      </w:r>
      <w:proofErr w:type="spellEnd"/>
      <w:r w:rsidRPr="00A54EFE">
        <w:rPr>
          <w:rFonts w:ascii="Times New Roman" w:hAnsi="Times New Roman" w:cs="Times New Roman"/>
          <w:sz w:val="24"/>
          <w:szCs w:val="24"/>
        </w:rPr>
        <w:t>. Prioriteediks peaks olema inimene koos oma õiguste ja vajadustega. Silmas tuleks eelkõige pidada võimalusi, mida andmed otsustusprotsessis loovad ja püüelda eelkõige just võimaluste avardamise suunas.</w:t>
      </w:r>
    </w:p>
    <w:p w14:paraId="7C6E3122" w14:textId="77777777" w:rsidR="001E5ECE" w:rsidRDefault="001E5ECE" w:rsidP="002359ED">
      <w:pPr>
        <w:spacing w:after="0" w:line="240" w:lineRule="auto"/>
        <w:jc w:val="both"/>
        <w:rPr>
          <w:rFonts w:ascii="Times New Roman" w:hAnsi="Times New Roman" w:cs="Times New Roman"/>
          <w:sz w:val="24"/>
          <w:szCs w:val="24"/>
        </w:rPr>
      </w:pPr>
    </w:p>
    <w:p w14:paraId="3D85D86F" w14:textId="0EF0F02C" w:rsidR="001E5ECE" w:rsidRDefault="001E5ECE" w:rsidP="002359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Kokkuvõtval nähti kaasatud kohalike omavalitsuste poolt positiivsena:</w:t>
      </w:r>
    </w:p>
    <w:p w14:paraId="7F84318F" w14:textId="77777777" w:rsidR="00437DBD" w:rsidRPr="00437DBD" w:rsidRDefault="00437DBD" w:rsidP="00437DBD">
      <w:pPr>
        <w:numPr>
          <w:ilvl w:val="0"/>
          <w:numId w:val="47"/>
        </w:numPr>
        <w:spacing w:after="0"/>
        <w:ind w:left="714" w:hanging="357"/>
        <w:rPr>
          <w:rFonts w:ascii="Times New Roman" w:hAnsi="Times New Roman" w:cs="Times New Roman"/>
          <w:sz w:val="24"/>
          <w:szCs w:val="24"/>
        </w:rPr>
      </w:pPr>
      <w:r w:rsidRPr="00437DBD">
        <w:rPr>
          <w:rFonts w:ascii="Times New Roman" w:hAnsi="Times New Roman" w:cs="Times New Roman"/>
          <w:sz w:val="24"/>
          <w:szCs w:val="24"/>
        </w:rPr>
        <w:t>andmevaldkonna õigusaktide koondamist, mis teeb omavalitsuse kohustused selgemaks;</w:t>
      </w:r>
    </w:p>
    <w:p w14:paraId="0D6E4831" w14:textId="25497558" w:rsidR="00437DBD" w:rsidRPr="00437DBD" w:rsidRDefault="05D05257" w:rsidP="00437DBD">
      <w:pPr>
        <w:numPr>
          <w:ilvl w:val="0"/>
          <w:numId w:val="47"/>
        </w:numPr>
        <w:spacing w:after="0"/>
        <w:ind w:left="714" w:hanging="357"/>
        <w:rPr>
          <w:rFonts w:ascii="Times New Roman" w:hAnsi="Times New Roman" w:cs="Times New Roman"/>
          <w:sz w:val="24"/>
          <w:szCs w:val="24"/>
        </w:rPr>
      </w:pPr>
      <w:r w:rsidRPr="05D05257">
        <w:rPr>
          <w:rFonts w:ascii="Times New Roman" w:hAnsi="Times New Roman" w:cs="Times New Roman"/>
          <w:sz w:val="24"/>
          <w:szCs w:val="24"/>
        </w:rPr>
        <w:t>ühtse kanali loomine vähendaks dubleerimist ja lihtsustaks omavalitsuste tööd (praegu tuleb sama intsidendi kohta teavitada mitut asutust, näiteks Riigi Infosüsteemi Ametit (RIA/CERT-EE) ja Andmekaitse Inspektsiooni (AKI), sageli eri vormides ja erinevate tähtaegadega, samas, seda annaks ehk parandada ka siseriiklikult, mitte toetudes EL regulatsioonile);</w:t>
      </w:r>
    </w:p>
    <w:p w14:paraId="5AD44269" w14:textId="77777777" w:rsidR="00437DBD" w:rsidRPr="00437DBD" w:rsidRDefault="00437DBD" w:rsidP="00437DBD">
      <w:pPr>
        <w:numPr>
          <w:ilvl w:val="0"/>
          <w:numId w:val="47"/>
        </w:numPr>
        <w:rPr>
          <w:rFonts w:ascii="Times New Roman" w:hAnsi="Times New Roman" w:cs="Times New Roman"/>
          <w:sz w:val="24"/>
          <w:szCs w:val="24"/>
        </w:rPr>
      </w:pPr>
      <w:r w:rsidRPr="00437DBD">
        <w:rPr>
          <w:rFonts w:ascii="Times New Roman" w:hAnsi="Times New Roman" w:cs="Times New Roman"/>
          <w:sz w:val="24"/>
          <w:szCs w:val="24"/>
        </w:rPr>
        <w:t>tehisintellekti lahenduste testimise ja kasutamise selgemat raamistikku.</w:t>
      </w:r>
    </w:p>
    <w:p w14:paraId="0B552152" w14:textId="0D640C38" w:rsidR="002359ED" w:rsidRPr="00931560" w:rsidRDefault="002359ED" w:rsidP="05D05257">
      <w:pPr>
        <w:spacing w:after="0" w:line="240" w:lineRule="auto"/>
        <w:jc w:val="both"/>
        <w:rPr>
          <w:rFonts w:ascii="Times New Roman" w:hAnsi="Times New Roman" w:cs="Times New Roman"/>
          <w:sz w:val="24"/>
          <w:szCs w:val="24"/>
        </w:rPr>
      </w:pPr>
    </w:p>
    <w:p w14:paraId="77F3BC47" w14:textId="440AB8BE" w:rsidR="002359ED" w:rsidRPr="0040285D" w:rsidRDefault="002359ED" w:rsidP="002359ED">
      <w:pPr>
        <w:spacing w:after="0" w:line="240" w:lineRule="auto"/>
        <w:jc w:val="both"/>
        <w:rPr>
          <w:rFonts w:ascii="Times New Roman" w:hAnsi="Times New Roman" w:cs="Times New Roman"/>
          <w:b/>
          <w:bCs/>
          <w:sz w:val="24"/>
          <w:szCs w:val="24"/>
        </w:rPr>
      </w:pPr>
      <w:r w:rsidRPr="0040285D">
        <w:rPr>
          <w:rFonts w:ascii="Times New Roman" w:hAnsi="Times New Roman" w:cs="Times New Roman"/>
          <w:b/>
          <w:bCs/>
          <w:sz w:val="24"/>
          <w:szCs w:val="24"/>
        </w:rPr>
        <w:t xml:space="preserve">Palun tooge välja muud teemad, mis on nimetatud akti puhul Teile murekohaks. </w:t>
      </w:r>
    </w:p>
    <w:p w14:paraId="30D0D3D7" w14:textId="77777777" w:rsidR="00A3709C" w:rsidRPr="00931560" w:rsidRDefault="00A3709C" w:rsidP="002359ED">
      <w:pPr>
        <w:spacing w:after="0" w:line="240" w:lineRule="auto"/>
        <w:jc w:val="both"/>
        <w:rPr>
          <w:rFonts w:ascii="Times New Roman" w:hAnsi="Times New Roman" w:cs="Times New Roman"/>
          <w:b/>
          <w:bCs/>
          <w:i/>
          <w:iCs/>
          <w:color w:val="EE0000"/>
          <w:sz w:val="24"/>
          <w:szCs w:val="24"/>
        </w:rPr>
      </w:pPr>
    </w:p>
    <w:p w14:paraId="62496DED" w14:textId="07610EB8" w:rsidR="002359ED" w:rsidRPr="00025776" w:rsidRDefault="05D05257" w:rsidP="05D05257">
      <w:pPr>
        <w:spacing w:after="0" w:line="240" w:lineRule="auto"/>
        <w:jc w:val="both"/>
        <w:rPr>
          <w:rFonts w:ascii="Times New Roman" w:hAnsi="Times New Roman" w:cs="Times New Roman"/>
          <w:sz w:val="24"/>
          <w:szCs w:val="24"/>
        </w:rPr>
      </w:pPr>
      <w:r w:rsidRPr="05D05257">
        <w:rPr>
          <w:rFonts w:ascii="Times New Roman" w:hAnsi="Times New Roman" w:cs="Times New Roman"/>
          <w:sz w:val="24"/>
          <w:szCs w:val="24"/>
        </w:rPr>
        <w:t xml:space="preserve">Digivaldkonna arengul on võimaluste kõrval mitmeid ohte, mida peab läbi regulatsioonide ennetama. Õiguslike ohtude kõrval tuleks enam arvestada andmekasutuse piirangutega kaasneva „ääremaastumise“ eest. Avalike teenuste osutamine tiheasustatud aladel erineb sageli põhimõtteliselt võrreldes hõredalt asustatud maapiirkondadega (n. pole vaja linnades </w:t>
      </w:r>
      <w:r w:rsidRPr="05D05257">
        <w:rPr>
          <w:rFonts w:ascii="Times New Roman" w:hAnsi="Times New Roman" w:cs="Times New Roman"/>
          <w:sz w:val="24"/>
          <w:szCs w:val="24"/>
        </w:rPr>
        <w:lastRenderedPageBreak/>
        <w:t xml:space="preserve">ühistransporti ümber korraldada kui elama saabub uus perekond, kuid maapiirkonnas võib uue perekonna elama asumine tuua kaasa vajaduse koolibussi teekond ümber teha, kuid selleks on vaja õigust andmete töötlemiseks). Õigusaktid ei tohiks võimendada erinevusi, vaid luua olukorra, kus digitaalsed lahendused annaksid võimaluse osutada teenuseid vastavalt piirkondlikele erisustele ja säilitada kohalikku autonoomiat. Enamik avalikke teenuseid, mida inimesed tarbivad, on seotud otseselt kohalike omavalitsustega ja nende poolt pakutavaga. Tänane „digiomnibusi“ regulatsioon ei arvestada piirkondlikke iseärasusi piisaval määral soovides ühtlustada põhimõtteid, mida võiks otsustada kohalikul tasandil.  </w:t>
      </w:r>
    </w:p>
    <w:p w14:paraId="62A8E334" w14:textId="77777777" w:rsidR="009C61F8" w:rsidRPr="00025776" w:rsidRDefault="009C61F8" w:rsidP="00BB6975">
      <w:pPr>
        <w:spacing w:after="0" w:line="240" w:lineRule="auto"/>
        <w:jc w:val="both"/>
        <w:rPr>
          <w:rFonts w:ascii="Times New Roman" w:hAnsi="Times New Roman" w:cs="Times New Roman"/>
          <w:sz w:val="24"/>
          <w:szCs w:val="24"/>
        </w:rPr>
      </w:pPr>
    </w:p>
    <w:p w14:paraId="05936236" w14:textId="3CEA81D5" w:rsidR="009C61F8" w:rsidRPr="00025776" w:rsidRDefault="05D05257" w:rsidP="00BB6975">
      <w:pPr>
        <w:spacing w:after="0" w:line="240" w:lineRule="auto"/>
        <w:jc w:val="both"/>
        <w:rPr>
          <w:rFonts w:ascii="Times New Roman" w:hAnsi="Times New Roman" w:cs="Times New Roman"/>
          <w:sz w:val="24"/>
          <w:szCs w:val="24"/>
        </w:rPr>
      </w:pPr>
      <w:r w:rsidRPr="05D05257">
        <w:rPr>
          <w:rFonts w:ascii="Times New Roman" w:hAnsi="Times New Roman" w:cs="Times New Roman"/>
          <w:sz w:val="24"/>
          <w:szCs w:val="24"/>
        </w:rPr>
        <w:t xml:space="preserve">Õigusaktiga kaasneva mõju ulatuse analüüs näib liialt abstraktne. Kohalike omavalitsuste ja nende esindusorganisatsioonide kaasamine ei ole olnud piisav. Seda on tehtud kiirustades, mõjusid piisaval määral arvestamata. Mõjuanalüüsid ei arvesta piisaval määral kohalikke otsuseid ning seadusakti rakendamisega kohalikul tasandil. Eelkõige otsuste puhul, kus andmete kasutamisega kaasnevate otsustega oleks võimalik ressursse otstarbekamalt kasutada. Praegusel kujul on Euroopa Komisjon digivaldkonna õigusaktide lihtsustamispaketi "digiomnibus" vormilt koondav ja sisult õiguslik, kuid kohalikul tasandil praktikas realiseeritavus ebamäärane. See omakorda süvendab hirme täiendavate kohustuste ja sellega kaasnevate kulude osas. </w:t>
      </w:r>
    </w:p>
    <w:p w14:paraId="2FA43B63" w14:textId="77777777" w:rsidR="006B6C02" w:rsidRPr="00025776" w:rsidRDefault="006B6C02" w:rsidP="00BB6975">
      <w:pPr>
        <w:spacing w:after="0" w:line="240" w:lineRule="auto"/>
        <w:jc w:val="both"/>
        <w:rPr>
          <w:rFonts w:ascii="Times New Roman" w:hAnsi="Times New Roman" w:cs="Times New Roman"/>
          <w:sz w:val="24"/>
          <w:szCs w:val="24"/>
        </w:rPr>
      </w:pPr>
    </w:p>
    <w:p w14:paraId="3D1D11DA" w14:textId="7F649383" w:rsidR="006B6C02" w:rsidRPr="00025776" w:rsidRDefault="00272F98" w:rsidP="00BB6975">
      <w:pPr>
        <w:spacing w:after="0" w:line="240" w:lineRule="auto"/>
        <w:jc w:val="both"/>
        <w:rPr>
          <w:rFonts w:ascii="Times New Roman" w:hAnsi="Times New Roman" w:cs="Times New Roman"/>
          <w:sz w:val="24"/>
          <w:szCs w:val="24"/>
        </w:rPr>
      </w:pPr>
      <w:r w:rsidRPr="00025776">
        <w:rPr>
          <w:rFonts w:ascii="Times New Roman" w:hAnsi="Times New Roman" w:cs="Times New Roman"/>
          <w:sz w:val="24"/>
          <w:szCs w:val="24"/>
        </w:rPr>
        <w:t>Omavalitsuste tagasisides toodi välja peamiste murekohtadena:</w:t>
      </w:r>
    </w:p>
    <w:p w14:paraId="75768260" w14:textId="5086473B" w:rsidR="00025776" w:rsidRPr="00025776" w:rsidRDefault="00025776" w:rsidP="00025776">
      <w:pPr>
        <w:numPr>
          <w:ilvl w:val="0"/>
          <w:numId w:val="47"/>
        </w:numPr>
        <w:spacing w:after="0"/>
        <w:ind w:left="714" w:hanging="357"/>
        <w:rPr>
          <w:rFonts w:ascii="Times New Roman" w:hAnsi="Times New Roman" w:cs="Times New Roman"/>
          <w:sz w:val="24"/>
          <w:szCs w:val="24"/>
        </w:rPr>
      </w:pPr>
      <w:r w:rsidRPr="00025776">
        <w:rPr>
          <w:rFonts w:ascii="Times New Roman" w:hAnsi="Times New Roman" w:cs="Times New Roman"/>
          <w:sz w:val="24"/>
          <w:szCs w:val="24"/>
        </w:rPr>
        <w:t>Uute andmenõuete rakendamine tähendab sageli vajadust muuta infosüsteeme või tööprotsesse, milleks ei ole alati ette nähtud eraldi rahastust. Uute nõuetega võivad kaasneda lisakulud ja personalivajadus.</w:t>
      </w:r>
    </w:p>
    <w:p w14:paraId="5E74900A" w14:textId="4A677395" w:rsidR="00025776" w:rsidRPr="00025776" w:rsidRDefault="00025776" w:rsidP="00025776">
      <w:pPr>
        <w:numPr>
          <w:ilvl w:val="0"/>
          <w:numId w:val="47"/>
        </w:numPr>
        <w:spacing w:after="0"/>
        <w:ind w:left="714" w:hanging="357"/>
        <w:rPr>
          <w:rFonts w:ascii="Times New Roman" w:hAnsi="Times New Roman" w:cs="Times New Roman"/>
          <w:sz w:val="24"/>
          <w:szCs w:val="24"/>
        </w:rPr>
      </w:pPr>
      <w:r w:rsidRPr="00025776">
        <w:rPr>
          <w:rFonts w:ascii="Times New Roman" w:hAnsi="Times New Roman" w:cs="Times New Roman"/>
          <w:sz w:val="24"/>
          <w:szCs w:val="24"/>
        </w:rPr>
        <w:t>Linna ametnikud vajavad praktilisi juhendeid ja koolitusi, et mõista, kuidas uusi reegleid teenuste arendamisel rakendada.</w:t>
      </w:r>
    </w:p>
    <w:p w14:paraId="41A3A2E8" w14:textId="7DC9EA1A" w:rsidR="00272F98" w:rsidRPr="00025776" w:rsidRDefault="00025776" w:rsidP="00025776">
      <w:pPr>
        <w:numPr>
          <w:ilvl w:val="0"/>
          <w:numId w:val="47"/>
        </w:numPr>
        <w:spacing w:after="0"/>
        <w:ind w:left="714" w:hanging="357"/>
        <w:rPr>
          <w:rFonts w:ascii="Times New Roman" w:hAnsi="Times New Roman" w:cs="Times New Roman"/>
          <w:sz w:val="24"/>
          <w:szCs w:val="24"/>
        </w:rPr>
      </w:pPr>
      <w:r w:rsidRPr="00025776">
        <w:rPr>
          <w:rFonts w:ascii="Times New Roman" w:hAnsi="Times New Roman" w:cs="Times New Roman"/>
          <w:sz w:val="24"/>
          <w:szCs w:val="24"/>
        </w:rPr>
        <w:t>Ebapiisava selguse korral võib linn jätta kasutamata innovaatilisi lahendusi, näiteks AI-põhiseid analüüsitööriistu, kuigi need aitaksid parandada teenuste kvaliteeti.</w:t>
      </w:r>
    </w:p>
    <w:p w14:paraId="24AA000B" w14:textId="77777777" w:rsidR="00B714CA" w:rsidRDefault="00B714CA" w:rsidP="00B714CA">
      <w:pPr>
        <w:spacing w:after="0" w:line="240" w:lineRule="auto"/>
        <w:jc w:val="both"/>
        <w:rPr>
          <w:rFonts w:ascii="Times New Roman" w:hAnsi="Times New Roman" w:cs="Times New Roman"/>
          <w:sz w:val="24"/>
          <w:szCs w:val="24"/>
        </w:rPr>
      </w:pPr>
    </w:p>
    <w:p w14:paraId="793F0E0C" w14:textId="77777777" w:rsidR="000F0226" w:rsidRDefault="000F0226" w:rsidP="00B714CA">
      <w:pPr>
        <w:spacing w:after="0" w:line="240" w:lineRule="auto"/>
        <w:jc w:val="both"/>
        <w:rPr>
          <w:rFonts w:ascii="Times New Roman" w:hAnsi="Times New Roman" w:cs="Times New Roman"/>
          <w:sz w:val="24"/>
          <w:szCs w:val="24"/>
        </w:rPr>
      </w:pPr>
    </w:p>
    <w:p w14:paraId="6EB45B55" w14:textId="77777777" w:rsidR="004D56DC" w:rsidRDefault="004D56DC" w:rsidP="00BB6975">
      <w:pPr>
        <w:spacing w:after="0" w:line="240" w:lineRule="auto"/>
        <w:jc w:val="both"/>
        <w:rPr>
          <w:rFonts w:ascii="Times New Roman" w:hAnsi="Times New Roman" w:cs="Times New Roman"/>
          <w:sz w:val="24"/>
          <w:szCs w:val="24"/>
        </w:rPr>
      </w:pPr>
    </w:p>
    <w:p w14:paraId="52249C76" w14:textId="06DFA4AE" w:rsidR="007907B6" w:rsidRPr="00BB6975" w:rsidRDefault="007907B6" w:rsidP="00BB6975">
      <w:pPr>
        <w:spacing w:after="0" w:line="240" w:lineRule="auto"/>
        <w:jc w:val="both"/>
        <w:rPr>
          <w:rFonts w:ascii="Times New Roman" w:hAnsi="Times New Roman" w:cs="Times New Roman"/>
          <w:sz w:val="24"/>
          <w:szCs w:val="24"/>
        </w:rPr>
      </w:pPr>
      <w:r w:rsidRPr="00BB6975">
        <w:rPr>
          <w:rFonts w:ascii="Times New Roman" w:hAnsi="Times New Roman" w:cs="Times New Roman"/>
          <w:sz w:val="24"/>
          <w:szCs w:val="24"/>
        </w:rPr>
        <w:t>Lugupidamisega</w:t>
      </w:r>
    </w:p>
    <w:p w14:paraId="505F3DC3" w14:textId="77777777" w:rsidR="00324CB2" w:rsidRPr="00BB6975" w:rsidRDefault="00324CB2" w:rsidP="00BB6975">
      <w:pPr>
        <w:spacing w:after="0" w:line="240" w:lineRule="auto"/>
        <w:jc w:val="both"/>
        <w:rPr>
          <w:rFonts w:ascii="Times New Roman" w:hAnsi="Times New Roman" w:cs="Times New Roman"/>
          <w:sz w:val="24"/>
          <w:szCs w:val="24"/>
        </w:rPr>
      </w:pPr>
    </w:p>
    <w:p w14:paraId="61932F62" w14:textId="73EE1E12" w:rsidR="007907B6" w:rsidRPr="00BB6975" w:rsidRDefault="00F7556A" w:rsidP="00BB6975">
      <w:pPr>
        <w:spacing w:after="0" w:line="240" w:lineRule="auto"/>
        <w:jc w:val="both"/>
        <w:rPr>
          <w:rFonts w:ascii="Times New Roman" w:hAnsi="Times New Roman" w:cs="Times New Roman"/>
          <w:sz w:val="24"/>
          <w:szCs w:val="24"/>
        </w:rPr>
      </w:pPr>
      <w:r w:rsidRPr="00BB6975">
        <w:rPr>
          <w:rFonts w:ascii="Times New Roman" w:hAnsi="Times New Roman" w:cs="Times New Roman"/>
          <w:sz w:val="24"/>
          <w:szCs w:val="24"/>
        </w:rPr>
        <w:t>/allkirjastatud digitaalselt/</w:t>
      </w:r>
    </w:p>
    <w:p w14:paraId="668DBE9B" w14:textId="7EF9E703" w:rsidR="007907B6" w:rsidRPr="00BB6975" w:rsidRDefault="00F7556A" w:rsidP="00BB6975">
      <w:pPr>
        <w:spacing w:after="0" w:line="240" w:lineRule="auto"/>
        <w:jc w:val="both"/>
        <w:rPr>
          <w:rFonts w:ascii="Times New Roman" w:hAnsi="Times New Roman" w:cs="Times New Roman"/>
          <w:sz w:val="24"/>
          <w:szCs w:val="24"/>
        </w:rPr>
      </w:pPr>
      <w:r w:rsidRPr="00BB6975">
        <w:rPr>
          <w:rFonts w:ascii="Times New Roman" w:hAnsi="Times New Roman" w:cs="Times New Roman"/>
          <w:sz w:val="24"/>
          <w:szCs w:val="24"/>
        </w:rPr>
        <w:t>Veikko Luhalaid</w:t>
      </w:r>
    </w:p>
    <w:p w14:paraId="410E2D41" w14:textId="71FDB6B0" w:rsidR="00BF2EEB" w:rsidRPr="00BB6975" w:rsidRDefault="00AA25BF" w:rsidP="00BB6975">
      <w:pPr>
        <w:spacing w:after="0" w:line="240" w:lineRule="auto"/>
        <w:jc w:val="both"/>
        <w:rPr>
          <w:rFonts w:ascii="Times New Roman" w:hAnsi="Times New Roman" w:cs="Times New Roman"/>
          <w:sz w:val="24"/>
          <w:szCs w:val="24"/>
        </w:rPr>
      </w:pPr>
      <w:r w:rsidRPr="00BB6975">
        <w:rPr>
          <w:rFonts w:ascii="Times New Roman" w:hAnsi="Times New Roman" w:cs="Times New Roman"/>
          <w:sz w:val="24"/>
          <w:szCs w:val="24"/>
        </w:rPr>
        <w:t>t</w:t>
      </w:r>
      <w:r w:rsidR="00BF2EEB" w:rsidRPr="00BB6975">
        <w:rPr>
          <w:rFonts w:ascii="Times New Roman" w:hAnsi="Times New Roman" w:cs="Times New Roman"/>
          <w:sz w:val="24"/>
          <w:szCs w:val="24"/>
        </w:rPr>
        <w:t>egevdirektor</w:t>
      </w:r>
    </w:p>
    <w:p w14:paraId="655A0BC9" w14:textId="77777777" w:rsidR="00AA25BF" w:rsidRPr="00BB6975" w:rsidRDefault="00AA25BF" w:rsidP="00BB6975">
      <w:pPr>
        <w:spacing w:after="0" w:line="240" w:lineRule="auto"/>
        <w:jc w:val="both"/>
        <w:rPr>
          <w:rFonts w:ascii="Times New Roman" w:hAnsi="Times New Roman" w:cs="Times New Roman"/>
          <w:sz w:val="24"/>
          <w:szCs w:val="24"/>
        </w:rPr>
      </w:pPr>
    </w:p>
    <w:p w14:paraId="5AD25A47" w14:textId="77777777" w:rsidR="00BB6975" w:rsidRDefault="00BB6975" w:rsidP="00BB6975">
      <w:pPr>
        <w:spacing w:after="0" w:line="240" w:lineRule="auto"/>
        <w:jc w:val="both"/>
        <w:rPr>
          <w:rFonts w:ascii="Times New Roman" w:hAnsi="Times New Roman" w:cs="Times New Roman"/>
          <w:sz w:val="24"/>
          <w:szCs w:val="24"/>
        </w:rPr>
      </w:pPr>
    </w:p>
    <w:p w14:paraId="61705647" w14:textId="77777777" w:rsidR="00FB0963" w:rsidRDefault="00FB0963" w:rsidP="00BB6975">
      <w:pPr>
        <w:spacing w:after="0" w:line="240" w:lineRule="auto"/>
        <w:jc w:val="both"/>
        <w:rPr>
          <w:rFonts w:ascii="Times New Roman" w:hAnsi="Times New Roman" w:cs="Times New Roman"/>
          <w:sz w:val="24"/>
          <w:szCs w:val="24"/>
        </w:rPr>
      </w:pPr>
    </w:p>
    <w:p w14:paraId="4C066DA8" w14:textId="3FBFDC95" w:rsidR="005B17E1" w:rsidRDefault="005B17E1" w:rsidP="00BB6975">
      <w:pPr>
        <w:spacing w:after="0" w:line="240" w:lineRule="auto"/>
        <w:jc w:val="both"/>
        <w:rPr>
          <w:rFonts w:ascii="Times New Roman" w:hAnsi="Times New Roman" w:cs="Times New Roman"/>
          <w:sz w:val="24"/>
          <w:szCs w:val="24"/>
        </w:rPr>
      </w:pPr>
    </w:p>
    <w:p w14:paraId="4D640AFD" w14:textId="6AEF622D" w:rsidR="00FB0963" w:rsidRPr="00BB6975" w:rsidRDefault="05D05257" w:rsidP="05D05257">
      <w:pPr>
        <w:spacing w:after="0" w:line="240" w:lineRule="auto"/>
        <w:jc w:val="both"/>
      </w:pPr>
      <w:r w:rsidRPr="05D05257">
        <w:rPr>
          <w:rFonts w:ascii="Times New Roman" w:hAnsi="Times New Roman" w:cs="Times New Roman"/>
          <w:sz w:val="24"/>
          <w:szCs w:val="24"/>
        </w:rPr>
        <w:t>Imre Antso</w:t>
      </w:r>
    </w:p>
    <w:p w14:paraId="7FE0E307" w14:textId="1BDBF6F4" w:rsidR="00FB0963" w:rsidRPr="00BB6975" w:rsidRDefault="05D05257" w:rsidP="05D05257">
      <w:pPr>
        <w:spacing w:after="0" w:line="240" w:lineRule="auto"/>
        <w:jc w:val="both"/>
      </w:pPr>
      <w:hyperlink r:id="rId11">
        <w:r w:rsidRPr="05D05257">
          <w:rPr>
            <w:rStyle w:val="Hyperlink"/>
            <w:rFonts w:ascii="Times New Roman" w:hAnsi="Times New Roman" w:cs="Times New Roman"/>
            <w:sz w:val="24"/>
            <w:szCs w:val="24"/>
          </w:rPr>
          <w:t>imre@elvl.ee</w:t>
        </w:r>
      </w:hyperlink>
      <w:r w:rsidRPr="05D05257">
        <w:rPr>
          <w:rFonts w:ascii="Times New Roman" w:hAnsi="Times New Roman" w:cs="Times New Roman"/>
          <w:sz w:val="24"/>
          <w:szCs w:val="24"/>
        </w:rPr>
        <w:t xml:space="preserve"> </w:t>
      </w:r>
    </w:p>
    <w:sectPr w:rsidR="00FB0963" w:rsidRPr="00BB6975" w:rsidSect="00F5720E">
      <w:headerReference w:type="default" r:id="rId12"/>
      <w:headerReference w:type="first" r:id="rId13"/>
      <w:footerReference w:type="first" r:id="rId14"/>
      <w:pgSz w:w="11906" w:h="16838"/>
      <w:pgMar w:top="1134" w:right="1247" w:bottom="1021"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5A2894" w14:textId="77777777" w:rsidR="006A7537" w:rsidRDefault="006A7537" w:rsidP="00CC6F01">
      <w:pPr>
        <w:spacing w:after="0" w:line="240" w:lineRule="auto"/>
      </w:pPr>
      <w:r>
        <w:separator/>
      </w:r>
    </w:p>
  </w:endnote>
  <w:endnote w:type="continuationSeparator" w:id="0">
    <w:p w14:paraId="18EC3C06" w14:textId="77777777" w:rsidR="006A7537" w:rsidRDefault="006A7537" w:rsidP="00CC6F01">
      <w:pPr>
        <w:spacing w:after="0" w:line="240" w:lineRule="auto"/>
      </w:pPr>
      <w:r>
        <w:continuationSeparator/>
      </w:r>
    </w:p>
  </w:endnote>
  <w:endnote w:type="continuationNotice" w:id="1">
    <w:p w14:paraId="358D41EC" w14:textId="77777777" w:rsidR="006A7537" w:rsidRDefault="006A75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4A8D7" w14:textId="77777777" w:rsidR="00CC6F01" w:rsidRDefault="00CC6F01" w:rsidP="00CC6F01">
    <w:pPr>
      <w:pStyle w:val="Footer"/>
      <w:rPr>
        <w:rFonts w:ascii="Calibri" w:hAnsi="Calibri" w:cs="Calibri"/>
        <w:color w:val="3B9CCD"/>
        <w:sz w:val="18"/>
        <w:szCs w:val="18"/>
      </w:rPr>
    </w:pPr>
    <w:r>
      <w:rPr>
        <w:rFonts w:ascii="Calibri" w:hAnsi="Calibri" w:cs="Calibri"/>
        <w:color w:val="3B9CCD"/>
        <w:sz w:val="18"/>
        <w:szCs w:val="18"/>
      </w:rPr>
      <w:t>_____________________________________________________________________________________________________</w:t>
    </w:r>
  </w:p>
  <w:p w14:paraId="2A3DFA7A" w14:textId="004CBEBB" w:rsidR="00CC6F01" w:rsidRPr="00B35229" w:rsidRDefault="00057262" w:rsidP="00CC6F01">
    <w:pPr>
      <w:pStyle w:val="Footer"/>
      <w:rPr>
        <w:rFonts w:ascii="Calibri" w:hAnsi="Calibri" w:cs="Calibri"/>
        <w:color w:val="3B9CCD"/>
        <w:sz w:val="18"/>
        <w:szCs w:val="18"/>
      </w:rPr>
    </w:pPr>
    <w:r>
      <w:rPr>
        <w:rFonts w:ascii="Calibri" w:hAnsi="Calibri" w:cs="Calibri"/>
        <w:color w:val="3B9CCD"/>
        <w:sz w:val="18"/>
        <w:szCs w:val="18"/>
      </w:rPr>
      <w:t xml:space="preserve">Lõkke 4 </w:t>
    </w:r>
    <w:r>
      <w:rPr>
        <w:rFonts w:ascii="Calibri" w:hAnsi="Calibri" w:cs="Calibri"/>
        <w:color w:val="3B9CCD"/>
        <w:sz w:val="18"/>
        <w:szCs w:val="18"/>
      </w:rPr>
      <w:tab/>
      <w:t xml:space="preserve">                  </w:t>
    </w:r>
    <w:r w:rsidR="003F07CD">
      <w:rPr>
        <w:rFonts w:ascii="Calibri" w:hAnsi="Calibri" w:cs="Calibri"/>
        <w:color w:val="3B9CCD"/>
        <w:sz w:val="18"/>
        <w:szCs w:val="18"/>
      </w:rPr>
      <w:t xml:space="preserve">          </w:t>
    </w:r>
    <w:r w:rsidR="004B4032">
      <w:rPr>
        <w:rFonts w:ascii="Calibri" w:hAnsi="Calibri" w:cs="Calibri"/>
        <w:color w:val="3B9CCD"/>
        <w:sz w:val="18"/>
        <w:szCs w:val="18"/>
      </w:rPr>
      <w:t xml:space="preserve">                                               </w:t>
    </w:r>
    <w:r w:rsidR="00CC6F01" w:rsidRPr="00B35229">
      <w:rPr>
        <w:rFonts w:ascii="Calibri" w:hAnsi="Calibri" w:cs="Calibri"/>
        <w:color w:val="3B9CCD"/>
        <w:sz w:val="18"/>
        <w:szCs w:val="18"/>
      </w:rPr>
      <w:t xml:space="preserve">Reg.nr 80185947                                </w:t>
    </w:r>
    <w:r w:rsidR="00CC6F01" w:rsidRPr="00B35229">
      <w:rPr>
        <w:rFonts w:ascii="Calibri" w:hAnsi="Calibri" w:cs="Calibri"/>
        <w:color w:val="3B9CCD"/>
        <w:sz w:val="18"/>
        <w:szCs w:val="18"/>
        <w14:textFill>
          <w14:solidFill>
            <w14:srgbClr w14:val="3B9CCD">
              <w14:lumMod w14:val="75000"/>
            </w14:srgbClr>
          </w14:solidFill>
        </w14:textFill>
      </w:rPr>
      <w:t xml:space="preserve"> </w:t>
    </w:r>
    <w:r w:rsidR="00CC6F01" w:rsidRPr="00B35229">
      <w:rPr>
        <w:rFonts w:ascii="Calibri" w:hAnsi="Calibri" w:cs="Calibri"/>
        <w:color w:val="3B9CCD"/>
        <w:sz w:val="18"/>
        <w:szCs w:val="18"/>
      </w:rPr>
      <w:t xml:space="preserve">                 </w:t>
    </w:r>
    <w:r w:rsidR="00CC6F01" w:rsidRPr="00B35229">
      <w:rPr>
        <w:rFonts w:ascii="Calibri" w:hAnsi="Calibri" w:cs="Calibri"/>
        <w:color w:val="3B9CCD"/>
        <w:sz w:val="18"/>
        <w:szCs w:val="18"/>
        <w14:textFill>
          <w14:solidFill>
            <w14:srgbClr w14:val="3B9CCD">
              <w14:lumMod w14:val="75000"/>
            </w14:srgbClr>
          </w14:solidFill>
        </w14:textFill>
      </w:rPr>
      <w:t xml:space="preserve">     </w:t>
    </w:r>
    <w:r w:rsidR="003E6A0F">
      <w:rPr>
        <w:rFonts w:ascii="Calibri" w:hAnsi="Calibri" w:cs="Calibri"/>
        <w:color w:val="3B9CCD"/>
        <w:sz w:val="18"/>
        <w:szCs w:val="18"/>
      </w:rPr>
      <w:t xml:space="preserve">              </w:t>
    </w:r>
    <w:r w:rsidR="002A3A29">
      <w:rPr>
        <w:rFonts w:ascii="Calibri" w:hAnsi="Calibri" w:cs="Calibri"/>
        <w:color w:val="3B9CCD"/>
        <w:sz w:val="18"/>
        <w:szCs w:val="18"/>
      </w:rPr>
      <w:t xml:space="preserve"> + 372 60 43 001</w:t>
    </w:r>
  </w:p>
  <w:p w14:paraId="26BEE0E8" w14:textId="0341DB5D" w:rsidR="00CC6F01" w:rsidRPr="00B35229" w:rsidRDefault="004B4032" w:rsidP="00CC6F01">
    <w:pPr>
      <w:pStyle w:val="Footer"/>
      <w:rPr>
        <w:rFonts w:ascii="Calibri" w:hAnsi="Calibri" w:cs="Calibri"/>
        <w:color w:val="3B9CCD"/>
        <w:sz w:val="18"/>
        <w:szCs w:val="18"/>
      </w:rPr>
    </w:pPr>
    <w:r>
      <w:rPr>
        <w:rFonts w:ascii="Calibri" w:hAnsi="Calibri" w:cs="Calibri"/>
        <w:color w:val="3B9CCD"/>
        <w:sz w:val="18"/>
        <w:szCs w:val="18"/>
      </w:rPr>
      <w:t>101</w:t>
    </w:r>
    <w:r w:rsidR="002C1165">
      <w:rPr>
        <w:rFonts w:ascii="Calibri" w:hAnsi="Calibri" w:cs="Calibri"/>
        <w:color w:val="3B9CCD"/>
        <w:sz w:val="18"/>
        <w:szCs w:val="18"/>
      </w:rPr>
      <w:t>22</w:t>
    </w:r>
    <w:r w:rsidR="00CC6F01" w:rsidRPr="00B35229">
      <w:rPr>
        <w:rFonts w:ascii="Calibri" w:hAnsi="Calibri" w:cs="Calibri"/>
        <w:color w:val="3B9CCD"/>
        <w:sz w:val="18"/>
        <w:szCs w:val="18"/>
      </w:rPr>
      <w:t xml:space="preserve"> Tallinn</w:t>
    </w:r>
    <w:r w:rsidR="00CC6F01" w:rsidRPr="00B35229">
      <w:rPr>
        <w:rFonts w:ascii="Calibri" w:hAnsi="Calibri" w:cs="Calibri"/>
        <w:color w:val="3B9CCD"/>
        <w:sz w:val="18"/>
        <w:szCs w:val="18"/>
      </w:rPr>
      <w:tab/>
      <w:t xml:space="preserve">                                                                     </w:t>
    </w:r>
    <w:r w:rsidR="00255A8F">
      <w:rPr>
        <w:rFonts w:ascii="Calibri" w:hAnsi="Calibri" w:cs="Calibri"/>
        <w:color w:val="3B9CCD"/>
        <w:sz w:val="18"/>
        <w:szCs w:val="18"/>
      </w:rPr>
      <w:t xml:space="preserve"> </w:t>
    </w:r>
    <w:hyperlink r:id="rId1" w:history="1">
      <w:r w:rsidR="00091744" w:rsidRPr="00240E96">
        <w:rPr>
          <w:rStyle w:val="Hyperlink"/>
          <w:rFonts w:ascii="Calibri" w:hAnsi="Calibri" w:cs="Calibri"/>
          <w:sz w:val="18"/>
          <w:szCs w:val="18"/>
        </w:rPr>
        <w:t>www.elvl.ee</w:t>
      </w:r>
    </w:hyperlink>
    <w:r w:rsidR="00CC6F01" w:rsidRPr="00B35229">
      <w:rPr>
        <w:rFonts w:ascii="Calibri" w:hAnsi="Calibri" w:cs="Calibri"/>
        <w:color w:val="3B9CCD"/>
        <w:sz w:val="18"/>
        <w:szCs w:val="18"/>
      </w:rPr>
      <w:t xml:space="preserve">                                                            </w:t>
    </w:r>
    <w:r w:rsidR="003E6A0F">
      <w:rPr>
        <w:rFonts w:ascii="Calibri" w:hAnsi="Calibri" w:cs="Calibri"/>
        <w:color w:val="3B9CCD"/>
        <w:sz w:val="18"/>
        <w:szCs w:val="18"/>
      </w:rPr>
      <w:t xml:space="preserve">                 </w:t>
    </w:r>
    <w:r w:rsidR="00CC6F01" w:rsidRPr="00B35229">
      <w:rPr>
        <w:rFonts w:ascii="Calibri" w:hAnsi="Calibri" w:cs="Calibri"/>
        <w:color w:val="3B9CCD"/>
        <w:sz w:val="18"/>
        <w:szCs w:val="18"/>
      </w:rPr>
      <w:t xml:space="preserve"> info@el</w:t>
    </w:r>
    <w:r w:rsidR="00535A99">
      <w:rPr>
        <w:rFonts w:ascii="Calibri" w:hAnsi="Calibri" w:cs="Calibri"/>
        <w:color w:val="3B9CCD"/>
        <w:sz w:val="18"/>
        <w:szCs w:val="18"/>
      </w:rPr>
      <w:t>v</w:t>
    </w:r>
    <w:r w:rsidR="00CC6F01" w:rsidRPr="00B35229">
      <w:rPr>
        <w:rFonts w:ascii="Calibri" w:hAnsi="Calibri" w:cs="Calibri"/>
        <w:color w:val="3B9CCD"/>
        <w:sz w:val="18"/>
        <w:szCs w:val="18"/>
      </w:rPr>
      <w:t>l.ee</w:t>
    </w:r>
    <w:r w:rsidR="00CC6F01" w:rsidRPr="00B35229">
      <w:rPr>
        <w:rFonts w:ascii="Calibri" w:hAnsi="Calibri" w:cs="Calibri"/>
        <w:color w:val="3B9CCD"/>
        <w:sz w:val="18"/>
        <w:szCs w:val="18"/>
      </w:rPr>
      <w:tab/>
    </w:r>
  </w:p>
  <w:p w14:paraId="03C6DBCF" w14:textId="77777777" w:rsidR="00CC6F01" w:rsidRPr="00CC6F01" w:rsidRDefault="002A3A29">
    <w:pPr>
      <w:pStyle w:val="Footer"/>
      <w:rPr>
        <w:rFonts w:ascii="Calibri" w:hAnsi="Calibri" w:cs="Calibri"/>
        <w:color w:val="3B9CCD"/>
        <w:sz w:val="18"/>
        <w:szCs w:val="18"/>
      </w:rPr>
    </w:pPr>
    <w:r>
      <w:rPr>
        <w:rFonts w:ascii="Calibri" w:hAnsi="Calibri" w:cs="Calibri"/>
        <w:color w:val="3B9CCD"/>
        <w:sz w:val="18"/>
        <w:szCs w:val="18"/>
      </w:rPr>
      <w:t>Estonia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069D8" w14:textId="77777777" w:rsidR="006A7537" w:rsidRDefault="006A7537" w:rsidP="00CC6F01">
      <w:pPr>
        <w:spacing w:after="0" w:line="240" w:lineRule="auto"/>
      </w:pPr>
      <w:r>
        <w:separator/>
      </w:r>
    </w:p>
  </w:footnote>
  <w:footnote w:type="continuationSeparator" w:id="0">
    <w:p w14:paraId="3BA0890E" w14:textId="77777777" w:rsidR="006A7537" w:rsidRDefault="006A7537" w:rsidP="00CC6F01">
      <w:pPr>
        <w:spacing w:after="0" w:line="240" w:lineRule="auto"/>
      </w:pPr>
      <w:r>
        <w:continuationSeparator/>
      </w:r>
    </w:p>
  </w:footnote>
  <w:footnote w:type="continuationNotice" w:id="1">
    <w:p w14:paraId="33B25CAB" w14:textId="77777777" w:rsidR="006A7537" w:rsidRDefault="006A75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9905C" w14:textId="77777777" w:rsidR="00CC6F01" w:rsidRDefault="00CC6F01">
    <w:pPr>
      <w:pStyle w:val="Header"/>
    </w:pPr>
  </w:p>
  <w:p w14:paraId="53C3EFBD" w14:textId="77777777" w:rsidR="00CC6F01" w:rsidRDefault="00CC6F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D7C5B" w14:textId="77777777" w:rsidR="00CC6F01" w:rsidRDefault="00CC6F01">
    <w:pPr>
      <w:pStyle w:val="Header"/>
    </w:pPr>
    <w:r>
      <w:rPr>
        <w:noProof/>
        <w:lang w:eastAsia="et-EE"/>
      </w:rPr>
      <w:drawing>
        <wp:inline distT="0" distB="0" distL="0" distR="0" wp14:anchorId="609DED69" wp14:editId="25A9CFE1">
          <wp:extent cx="5760720" cy="786765"/>
          <wp:effectExtent l="0" t="0" r="0" b="0"/>
          <wp:docPr id="1502269705"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LVL_blankett_est+eng.wmf"/>
                  <pic:cNvPicPr/>
                </pic:nvPicPr>
                <pic:blipFill>
                  <a:blip r:embed="rId1">
                    <a:extLst>
                      <a:ext uri="{28A0092B-C50C-407E-A947-70E740481C1C}">
                        <a14:useLocalDpi xmlns:a14="http://schemas.microsoft.com/office/drawing/2010/main" val="0"/>
                      </a:ext>
                    </a:extLst>
                  </a:blip>
                  <a:stretch>
                    <a:fillRect/>
                  </a:stretch>
                </pic:blipFill>
                <pic:spPr>
                  <a:xfrm>
                    <a:off x="0" y="0"/>
                    <a:ext cx="5760720" cy="7867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396"/>
    <w:multiLevelType w:val="multilevel"/>
    <w:tmpl w:val="F1668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A62E12"/>
    <w:multiLevelType w:val="multilevel"/>
    <w:tmpl w:val="A9CCA8BA"/>
    <w:lvl w:ilvl="0">
      <w:start w:val="1"/>
      <w:numFmt w:val="decimal"/>
      <w:lvlText w:val="%1."/>
      <w:lvlJc w:val="left"/>
      <w:pPr>
        <w:ind w:left="720" w:hanging="360"/>
      </w:pPr>
      <w:rPr>
        <w:rFonts w:hint="default"/>
      </w:rPr>
    </w:lvl>
    <w:lvl w:ilvl="1">
      <w:start w:val="1"/>
      <w:numFmt w:val="bullet"/>
      <w:lvlText w:val=""/>
      <w:lvlJc w:val="left"/>
      <w:pPr>
        <w:ind w:left="927" w:hanging="360"/>
      </w:pPr>
      <w:rPr>
        <w:rFonts w:ascii="Symbol" w:hAnsi="Symbol" w:hint="default"/>
      </w:rPr>
    </w:lvl>
    <w:lvl w:ilvl="2">
      <w:start w:val="1"/>
      <w:numFmt w:val="bullet"/>
      <w:lvlText w:val="o"/>
      <w:lvlJc w:val="left"/>
      <w:pPr>
        <w:ind w:left="1134" w:hanging="360"/>
      </w:pPr>
      <w:rPr>
        <w:rFonts w:ascii="Courier New" w:hAnsi="Courier New" w:cs="Courier New"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08445496"/>
    <w:multiLevelType w:val="multilevel"/>
    <w:tmpl w:val="9A76440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0C717D4E"/>
    <w:multiLevelType w:val="hybridMultilevel"/>
    <w:tmpl w:val="9EF4857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D300EEF"/>
    <w:multiLevelType w:val="multilevel"/>
    <w:tmpl w:val="524CB1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35D1CF8"/>
    <w:multiLevelType w:val="hybridMultilevel"/>
    <w:tmpl w:val="F14A4A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4234755"/>
    <w:multiLevelType w:val="multilevel"/>
    <w:tmpl w:val="A120C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5046E11"/>
    <w:multiLevelType w:val="hybridMultilevel"/>
    <w:tmpl w:val="7674A6F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56A49C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5E239FE"/>
    <w:multiLevelType w:val="multilevel"/>
    <w:tmpl w:val="70EC7E38"/>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15:restartNumberingAfterBreak="0">
    <w:nsid w:val="18675DD2"/>
    <w:multiLevelType w:val="hybridMultilevel"/>
    <w:tmpl w:val="D6507DFA"/>
    <w:lvl w:ilvl="0" w:tplc="0425000F">
      <w:start w:val="1"/>
      <w:numFmt w:val="decimal"/>
      <w:lvlText w:val="%1."/>
      <w:lvlJc w:val="left"/>
      <w:pPr>
        <w:ind w:left="501"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CE1117E"/>
    <w:multiLevelType w:val="multilevel"/>
    <w:tmpl w:val="2C1A3056"/>
    <w:lvl w:ilvl="0">
      <w:start w:val="1"/>
      <w:numFmt w:val="decimal"/>
      <w:lvlText w:val="%1."/>
      <w:lvlJc w:val="left"/>
      <w:pPr>
        <w:ind w:left="720" w:hanging="360"/>
      </w:pPr>
      <w:rPr>
        <w:rFonts w:hint="default"/>
      </w:rPr>
    </w:lvl>
    <w:lvl w:ilvl="1">
      <w:start w:val="1"/>
      <w:numFmt w:val="bullet"/>
      <w:lvlText w:val=""/>
      <w:lvlJc w:val="left"/>
      <w:pPr>
        <w:ind w:left="927" w:hanging="360"/>
      </w:pPr>
      <w:rPr>
        <w:rFonts w:ascii="Symbol" w:hAnsi="Symbol"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1F4425F0"/>
    <w:multiLevelType w:val="hybridMultilevel"/>
    <w:tmpl w:val="7DEA1FFA"/>
    <w:lvl w:ilvl="0" w:tplc="6674F0B8">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13" w15:restartNumberingAfterBreak="0">
    <w:nsid w:val="2CDC2760"/>
    <w:multiLevelType w:val="multilevel"/>
    <w:tmpl w:val="8FB80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9D6666"/>
    <w:multiLevelType w:val="hybridMultilevel"/>
    <w:tmpl w:val="76FE4EB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0A73F9C"/>
    <w:multiLevelType w:val="multilevel"/>
    <w:tmpl w:val="E86AB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1123705"/>
    <w:multiLevelType w:val="hybridMultilevel"/>
    <w:tmpl w:val="DB002F9A"/>
    <w:lvl w:ilvl="0" w:tplc="2CAAFD8E">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17" w15:restartNumberingAfterBreak="0">
    <w:nsid w:val="31D16032"/>
    <w:multiLevelType w:val="hybridMultilevel"/>
    <w:tmpl w:val="9A5A189E"/>
    <w:lvl w:ilvl="0" w:tplc="30FA3110">
      <w:start w:val="1"/>
      <w:numFmt w:val="decimal"/>
      <w:lvlText w:val="%1)"/>
      <w:lvlJc w:val="left"/>
      <w:pPr>
        <w:ind w:left="1287" w:hanging="360"/>
      </w:pPr>
      <w:rPr>
        <w:rFonts w:hint="default"/>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18" w15:restartNumberingAfterBreak="0">
    <w:nsid w:val="326050B3"/>
    <w:multiLevelType w:val="multilevel"/>
    <w:tmpl w:val="4AE47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5A306E"/>
    <w:multiLevelType w:val="hybridMultilevel"/>
    <w:tmpl w:val="67F80A94"/>
    <w:lvl w:ilvl="0" w:tplc="3F20372E">
      <w:start w:val="1"/>
      <w:numFmt w:val="decimal"/>
      <w:lvlText w:val="%1)"/>
      <w:lvlJc w:val="left"/>
      <w:pPr>
        <w:ind w:left="927" w:hanging="360"/>
      </w:pPr>
      <w:rPr>
        <w:rFonts w:ascii="Times New Roman" w:eastAsiaTheme="minorHAnsi" w:hAnsi="Times New Roman" w:cs="Times New Roman"/>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0" w15:restartNumberingAfterBreak="0">
    <w:nsid w:val="344E647B"/>
    <w:multiLevelType w:val="multilevel"/>
    <w:tmpl w:val="F918C9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5006F97"/>
    <w:multiLevelType w:val="hybridMultilevel"/>
    <w:tmpl w:val="B1127A2E"/>
    <w:lvl w:ilvl="0" w:tplc="E4EA7BC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2" w15:restartNumberingAfterBreak="0">
    <w:nsid w:val="36C01923"/>
    <w:multiLevelType w:val="multilevel"/>
    <w:tmpl w:val="12E8D13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75563F2"/>
    <w:multiLevelType w:val="hybridMultilevel"/>
    <w:tmpl w:val="FA96FC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8073222"/>
    <w:multiLevelType w:val="hybridMultilevel"/>
    <w:tmpl w:val="397CA3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D396D94"/>
    <w:multiLevelType w:val="multilevel"/>
    <w:tmpl w:val="230025D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3F6E244E"/>
    <w:multiLevelType w:val="multilevel"/>
    <w:tmpl w:val="1500E6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3FC51CBB"/>
    <w:multiLevelType w:val="multilevel"/>
    <w:tmpl w:val="A9CCA8BA"/>
    <w:lvl w:ilvl="0">
      <w:start w:val="1"/>
      <w:numFmt w:val="decimal"/>
      <w:lvlText w:val="%1."/>
      <w:lvlJc w:val="left"/>
      <w:pPr>
        <w:ind w:left="720" w:hanging="360"/>
      </w:pPr>
      <w:rPr>
        <w:rFonts w:hint="default"/>
      </w:rPr>
    </w:lvl>
    <w:lvl w:ilvl="1">
      <w:start w:val="1"/>
      <w:numFmt w:val="bullet"/>
      <w:lvlText w:val=""/>
      <w:lvlJc w:val="left"/>
      <w:pPr>
        <w:ind w:left="927" w:hanging="360"/>
      </w:pPr>
      <w:rPr>
        <w:rFonts w:ascii="Symbol" w:hAnsi="Symbol" w:hint="default"/>
      </w:rPr>
    </w:lvl>
    <w:lvl w:ilvl="2">
      <w:start w:val="1"/>
      <w:numFmt w:val="bullet"/>
      <w:lvlText w:val="o"/>
      <w:lvlJc w:val="left"/>
      <w:pPr>
        <w:ind w:left="1134" w:hanging="360"/>
      </w:pPr>
      <w:rPr>
        <w:rFonts w:ascii="Courier New" w:hAnsi="Courier New" w:cs="Courier New"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8" w15:restartNumberingAfterBreak="0">
    <w:nsid w:val="404F692D"/>
    <w:multiLevelType w:val="hybridMultilevel"/>
    <w:tmpl w:val="2F88F08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17A37DE"/>
    <w:multiLevelType w:val="multilevel"/>
    <w:tmpl w:val="E36AF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2490384"/>
    <w:multiLevelType w:val="multilevel"/>
    <w:tmpl w:val="11B468F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15:restartNumberingAfterBreak="0">
    <w:nsid w:val="53D309BB"/>
    <w:multiLevelType w:val="multilevel"/>
    <w:tmpl w:val="D26E6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494923"/>
    <w:multiLevelType w:val="hybridMultilevel"/>
    <w:tmpl w:val="D5829E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5CB152C"/>
    <w:multiLevelType w:val="hybridMultilevel"/>
    <w:tmpl w:val="A888006E"/>
    <w:lvl w:ilvl="0" w:tplc="9C06304E">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6135D81"/>
    <w:multiLevelType w:val="hybridMultilevel"/>
    <w:tmpl w:val="455A0B8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4067880"/>
    <w:multiLevelType w:val="multilevel"/>
    <w:tmpl w:val="2C1A3056"/>
    <w:lvl w:ilvl="0">
      <w:start w:val="1"/>
      <w:numFmt w:val="decimal"/>
      <w:lvlText w:val="%1."/>
      <w:lvlJc w:val="left"/>
      <w:pPr>
        <w:ind w:left="720" w:hanging="360"/>
      </w:pPr>
      <w:rPr>
        <w:rFonts w:hint="default"/>
      </w:rPr>
    </w:lvl>
    <w:lvl w:ilvl="1">
      <w:start w:val="1"/>
      <w:numFmt w:val="bullet"/>
      <w:lvlText w:val=""/>
      <w:lvlJc w:val="left"/>
      <w:pPr>
        <w:ind w:left="927" w:hanging="360"/>
      </w:pPr>
      <w:rPr>
        <w:rFonts w:ascii="Symbol" w:hAnsi="Symbol"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6" w15:restartNumberingAfterBreak="0">
    <w:nsid w:val="64F601D6"/>
    <w:multiLevelType w:val="multilevel"/>
    <w:tmpl w:val="3DA426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7" w15:restartNumberingAfterBreak="0">
    <w:nsid w:val="6AFB72E7"/>
    <w:multiLevelType w:val="hybridMultilevel"/>
    <w:tmpl w:val="B0F2E0BC"/>
    <w:lvl w:ilvl="0" w:tplc="13EEFC32">
      <w:start w:val="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DB4716F"/>
    <w:multiLevelType w:val="multilevel"/>
    <w:tmpl w:val="755CDABC"/>
    <w:lvl w:ilvl="0">
      <w:start w:val="1"/>
      <w:numFmt w:val="bullet"/>
      <w:lvlText w:val=""/>
      <w:lvlJc w:val="left"/>
      <w:pPr>
        <w:ind w:left="720" w:hanging="360"/>
      </w:pPr>
      <w:rPr>
        <w:rFonts w:ascii="Symbol" w:hAnsi="Symbol" w:hint="default"/>
      </w:rPr>
    </w:lvl>
    <w:lvl w:ilvl="1">
      <w:start w:val="1"/>
      <w:numFmt w:val="bullet"/>
      <w:lvlText w:val=""/>
      <w:lvlJc w:val="left"/>
      <w:pPr>
        <w:ind w:left="927" w:hanging="360"/>
      </w:pPr>
      <w:rPr>
        <w:rFonts w:ascii="Symbol" w:hAnsi="Symbol" w:hint="default"/>
      </w:rPr>
    </w:lvl>
    <w:lvl w:ilvl="2">
      <w:start w:val="1"/>
      <w:numFmt w:val="bullet"/>
      <w:lvlText w:val="o"/>
      <w:lvlJc w:val="left"/>
      <w:pPr>
        <w:ind w:left="1134" w:hanging="360"/>
      </w:pPr>
      <w:rPr>
        <w:rFonts w:ascii="Courier New" w:hAnsi="Courier New" w:cs="Courier New"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9" w15:restartNumberingAfterBreak="0">
    <w:nsid w:val="711D46E4"/>
    <w:multiLevelType w:val="multilevel"/>
    <w:tmpl w:val="70EC7E38"/>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0" w15:restartNumberingAfterBreak="0">
    <w:nsid w:val="720629CE"/>
    <w:multiLevelType w:val="hybridMultilevel"/>
    <w:tmpl w:val="2F88F08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3CD5CE6"/>
    <w:multiLevelType w:val="hybridMultilevel"/>
    <w:tmpl w:val="6D2EDC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73DB74CE"/>
    <w:multiLevelType w:val="hybridMultilevel"/>
    <w:tmpl w:val="54A6F93E"/>
    <w:lvl w:ilvl="0" w:tplc="63682B80">
      <w:start w:val="1"/>
      <w:numFmt w:val="decimal"/>
      <w:lvlText w:val="%1."/>
      <w:lvlJc w:val="left"/>
      <w:pPr>
        <w:ind w:left="861" w:hanging="360"/>
      </w:pPr>
      <w:rPr>
        <w:rFonts w:hint="default"/>
      </w:rPr>
    </w:lvl>
    <w:lvl w:ilvl="1" w:tplc="04250019" w:tentative="1">
      <w:start w:val="1"/>
      <w:numFmt w:val="lowerLetter"/>
      <w:lvlText w:val="%2."/>
      <w:lvlJc w:val="left"/>
      <w:pPr>
        <w:ind w:left="1581" w:hanging="360"/>
      </w:pPr>
    </w:lvl>
    <w:lvl w:ilvl="2" w:tplc="0425001B" w:tentative="1">
      <w:start w:val="1"/>
      <w:numFmt w:val="lowerRoman"/>
      <w:lvlText w:val="%3."/>
      <w:lvlJc w:val="right"/>
      <w:pPr>
        <w:ind w:left="2301" w:hanging="180"/>
      </w:pPr>
    </w:lvl>
    <w:lvl w:ilvl="3" w:tplc="0425000F" w:tentative="1">
      <w:start w:val="1"/>
      <w:numFmt w:val="decimal"/>
      <w:lvlText w:val="%4."/>
      <w:lvlJc w:val="left"/>
      <w:pPr>
        <w:ind w:left="3021" w:hanging="360"/>
      </w:pPr>
    </w:lvl>
    <w:lvl w:ilvl="4" w:tplc="04250019" w:tentative="1">
      <w:start w:val="1"/>
      <w:numFmt w:val="lowerLetter"/>
      <w:lvlText w:val="%5."/>
      <w:lvlJc w:val="left"/>
      <w:pPr>
        <w:ind w:left="3741" w:hanging="360"/>
      </w:pPr>
    </w:lvl>
    <w:lvl w:ilvl="5" w:tplc="0425001B" w:tentative="1">
      <w:start w:val="1"/>
      <w:numFmt w:val="lowerRoman"/>
      <w:lvlText w:val="%6."/>
      <w:lvlJc w:val="right"/>
      <w:pPr>
        <w:ind w:left="4461" w:hanging="180"/>
      </w:pPr>
    </w:lvl>
    <w:lvl w:ilvl="6" w:tplc="0425000F" w:tentative="1">
      <w:start w:val="1"/>
      <w:numFmt w:val="decimal"/>
      <w:lvlText w:val="%7."/>
      <w:lvlJc w:val="left"/>
      <w:pPr>
        <w:ind w:left="5181" w:hanging="360"/>
      </w:pPr>
    </w:lvl>
    <w:lvl w:ilvl="7" w:tplc="04250019" w:tentative="1">
      <w:start w:val="1"/>
      <w:numFmt w:val="lowerLetter"/>
      <w:lvlText w:val="%8."/>
      <w:lvlJc w:val="left"/>
      <w:pPr>
        <w:ind w:left="5901" w:hanging="360"/>
      </w:pPr>
    </w:lvl>
    <w:lvl w:ilvl="8" w:tplc="0425001B" w:tentative="1">
      <w:start w:val="1"/>
      <w:numFmt w:val="lowerRoman"/>
      <w:lvlText w:val="%9."/>
      <w:lvlJc w:val="right"/>
      <w:pPr>
        <w:ind w:left="6621" w:hanging="180"/>
      </w:pPr>
    </w:lvl>
  </w:abstractNum>
  <w:abstractNum w:abstractNumId="43" w15:restartNumberingAfterBreak="0">
    <w:nsid w:val="7615574B"/>
    <w:multiLevelType w:val="hybridMultilevel"/>
    <w:tmpl w:val="AAB2FC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784E24A3"/>
    <w:multiLevelType w:val="multilevel"/>
    <w:tmpl w:val="A9CCA8BA"/>
    <w:lvl w:ilvl="0">
      <w:start w:val="1"/>
      <w:numFmt w:val="decimal"/>
      <w:lvlText w:val="%1."/>
      <w:lvlJc w:val="left"/>
      <w:pPr>
        <w:ind w:left="720" w:hanging="360"/>
      </w:pPr>
      <w:rPr>
        <w:rFonts w:hint="default"/>
      </w:rPr>
    </w:lvl>
    <w:lvl w:ilvl="1">
      <w:start w:val="1"/>
      <w:numFmt w:val="bullet"/>
      <w:lvlText w:val=""/>
      <w:lvlJc w:val="left"/>
      <w:pPr>
        <w:ind w:left="927" w:hanging="360"/>
      </w:pPr>
      <w:rPr>
        <w:rFonts w:ascii="Symbol" w:hAnsi="Symbol" w:hint="default"/>
      </w:rPr>
    </w:lvl>
    <w:lvl w:ilvl="2">
      <w:start w:val="1"/>
      <w:numFmt w:val="bullet"/>
      <w:lvlText w:val="o"/>
      <w:lvlJc w:val="left"/>
      <w:pPr>
        <w:ind w:left="1134" w:hanging="360"/>
      </w:pPr>
      <w:rPr>
        <w:rFonts w:ascii="Courier New" w:hAnsi="Courier New" w:cs="Courier New"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5" w15:restartNumberingAfterBreak="0">
    <w:nsid w:val="79FC7F3C"/>
    <w:multiLevelType w:val="multilevel"/>
    <w:tmpl w:val="D0EEF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B6D598F"/>
    <w:multiLevelType w:val="multilevel"/>
    <w:tmpl w:val="358C8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99595736">
    <w:abstractNumId w:val="34"/>
  </w:num>
  <w:num w:numId="2" w16cid:durableId="1496414306">
    <w:abstractNumId w:val="8"/>
  </w:num>
  <w:num w:numId="3" w16cid:durableId="676542238">
    <w:abstractNumId w:val="22"/>
  </w:num>
  <w:num w:numId="4" w16cid:durableId="1220675778">
    <w:abstractNumId w:val="10"/>
  </w:num>
  <w:num w:numId="5" w16cid:durableId="1705982614">
    <w:abstractNumId w:val="42"/>
  </w:num>
  <w:num w:numId="6" w16cid:durableId="1268612034">
    <w:abstractNumId w:val="24"/>
  </w:num>
  <w:num w:numId="7" w16cid:durableId="1957179529">
    <w:abstractNumId w:val="23"/>
  </w:num>
  <w:num w:numId="8" w16cid:durableId="1094938174">
    <w:abstractNumId w:val="19"/>
  </w:num>
  <w:num w:numId="9" w16cid:durableId="1507939149">
    <w:abstractNumId w:val="12"/>
  </w:num>
  <w:num w:numId="10" w16cid:durableId="498080055">
    <w:abstractNumId w:val="17"/>
  </w:num>
  <w:num w:numId="11" w16cid:durableId="1288583542">
    <w:abstractNumId w:val="16"/>
  </w:num>
  <w:num w:numId="12" w16cid:durableId="440227006">
    <w:abstractNumId w:val="37"/>
  </w:num>
  <w:num w:numId="13" w16cid:durableId="1777560707">
    <w:abstractNumId w:val="21"/>
  </w:num>
  <w:num w:numId="14" w16cid:durableId="291060330">
    <w:abstractNumId w:val="33"/>
  </w:num>
  <w:num w:numId="15" w16cid:durableId="2415316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52086685">
    <w:abstractNumId w:val="14"/>
  </w:num>
  <w:num w:numId="17" w16cid:durableId="190535394">
    <w:abstractNumId w:val="43"/>
  </w:num>
  <w:num w:numId="18" w16cid:durableId="1165362559">
    <w:abstractNumId w:val="40"/>
  </w:num>
  <w:num w:numId="19" w16cid:durableId="696545109">
    <w:abstractNumId w:val="28"/>
  </w:num>
  <w:num w:numId="20" w16cid:durableId="114494262">
    <w:abstractNumId w:val="7"/>
  </w:num>
  <w:num w:numId="21" w16cid:durableId="939484351">
    <w:abstractNumId w:val="41"/>
  </w:num>
  <w:num w:numId="22" w16cid:durableId="1122190528">
    <w:abstractNumId w:val="3"/>
  </w:num>
  <w:num w:numId="23" w16cid:durableId="1899633728">
    <w:abstractNumId w:val="32"/>
  </w:num>
  <w:num w:numId="24" w16cid:durableId="1368722078">
    <w:abstractNumId w:val="5"/>
  </w:num>
  <w:num w:numId="25" w16cid:durableId="396436577">
    <w:abstractNumId w:val="39"/>
  </w:num>
  <w:num w:numId="26" w16cid:durableId="2106730150">
    <w:abstractNumId w:val="9"/>
  </w:num>
  <w:num w:numId="27" w16cid:durableId="208150132">
    <w:abstractNumId w:val="46"/>
  </w:num>
  <w:num w:numId="28" w16cid:durableId="999849795">
    <w:abstractNumId w:val="0"/>
  </w:num>
  <w:num w:numId="29" w16cid:durableId="892619711">
    <w:abstractNumId w:val="45"/>
  </w:num>
  <w:num w:numId="30" w16cid:durableId="467816781">
    <w:abstractNumId w:val="6"/>
  </w:num>
  <w:num w:numId="31" w16cid:durableId="1574507411">
    <w:abstractNumId w:val="29"/>
  </w:num>
  <w:num w:numId="32" w16cid:durableId="1389960692">
    <w:abstractNumId w:val="15"/>
  </w:num>
  <w:num w:numId="33" w16cid:durableId="1963657603">
    <w:abstractNumId w:val="31"/>
  </w:num>
  <w:num w:numId="34" w16cid:durableId="912200763">
    <w:abstractNumId w:val="2"/>
  </w:num>
  <w:num w:numId="35" w16cid:durableId="328753098">
    <w:abstractNumId w:val="30"/>
  </w:num>
  <w:num w:numId="36" w16cid:durableId="922837840">
    <w:abstractNumId w:val="4"/>
  </w:num>
  <w:num w:numId="37" w16cid:durableId="1497303746">
    <w:abstractNumId w:val="26"/>
  </w:num>
  <w:num w:numId="38" w16cid:durableId="196430080">
    <w:abstractNumId w:val="36"/>
  </w:num>
  <w:num w:numId="39" w16cid:durableId="1300917387">
    <w:abstractNumId w:val="25"/>
  </w:num>
  <w:num w:numId="40" w16cid:durableId="1407023485">
    <w:abstractNumId w:val="11"/>
  </w:num>
  <w:num w:numId="41" w16cid:durableId="1420325210">
    <w:abstractNumId w:val="35"/>
  </w:num>
  <w:num w:numId="42" w16cid:durableId="1716616515">
    <w:abstractNumId w:val="27"/>
  </w:num>
  <w:num w:numId="43" w16cid:durableId="1080786855">
    <w:abstractNumId w:val="44"/>
  </w:num>
  <w:num w:numId="44" w16cid:durableId="303315672">
    <w:abstractNumId w:val="38"/>
  </w:num>
  <w:num w:numId="45" w16cid:durableId="1095444482">
    <w:abstractNumId w:val="1"/>
  </w:num>
  <w:num w:numId="46" w16cid:durableId="1073048750">
    <w:abstractNumId w:val="18"/>
  </w:num>
  <w:num w:numId="47" w16cid:durableId="201549918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7B6"/>
    <w:rsid w:val="00002E25"/>
    <w:rsid w:val="00007ED7"/>
    <w:rsid w:val="0001070A"/>
    <w:rsid w:val="000114FD"/>
    <w:rsid w:val="00013269"/>
    <w:rsid w:val="0001472D"/>
    <w:rsid w:val="0001658A"/>
    <w:rsid w:val="00017C13"/>
    <w:rsid w:val="00020A75"/>
    <w:rsid w:val="00020F1A"/>
    <w:rsid w:val="00025776"/>
    <w:rsid w:val="00026C89"/>
    <w:rsid w:val="00032C71"/>
    <w:rsid w:val="000332FE"/>
    <w:rsid w:val="00033A97"/>
    <w:rsid w:val="00035EF7"/>
    <w:rsid w:val="000360B9"/>
    <w:rsid w:val="00037BE8"/>
    <w:rsid w:val="000407EE"/>
    <w:rsid w:val="00040AF9"/>
    <w:rsid w:val="00042CEA"/>
    <w:rsid w:val="00045515"/>
    <w:rsid w:val="00050B5E"/>
    <w:rsid w:val="00051E85"/>
    <w:rsid w:val="000525B5"/>
    <w:rsid w:val="000525FE"/>
    <w:rsid w:val="0005570B"/>
    <w:rsid w:val="00057262"/>
    <w:rsid w:val="00060F96"/>
    <w:rsid w:val="000618F0"/>
    <w:rsid w:val="00062208"/>
    <w:rsid w:val="00064745"/>
    <w:rsid w:val="000713EA"/>
    <w:rsid w:val="0007305C"/>
    <w:rsid w:val="00074B41"/>
    <w:rsid w:val="00075ED3"/>
    <w:rsid w:val="00080563"/>
    <w:rsid w:val="00081C16"/>
    <w:rsid w:val="000845AB"/>
    <w:rsid w:val="0008518C"/>
    <w:rsid w:val="000857DD"/>
    <w:rsid w:val="00085CC9"/>
    <w:rsid w:val="0008675F"/>
    <w:rsid w:val="00086CA6"/>
    <w:rsid w:val="00086CD2"/>
    <w:rsid w:val="000878E8"/>
    <w:rsid w:val="00087C2C"/>
    <w:rsid w:val="00090732"/>
    <w:rsid w:val="00090EC0"/>
    <w:rsid w:val="00091302"/>
    <w:rsid w:val="00091744"/>
    <w:rsid w:val="0009286D"/>
    <w:rsid w:val="00097C0F"/>
    <w:rsid w:val="000A1500"/>
    <w:rsid w:val="000A3370"/>
    <w:rsid w:val="000B0262"/>
    <w:rsid w:val="000B0A6D"/>
    <w:rsid w:val="000B1105"/>
    <w:rsid w:val="000B53BD"/>
    <w:rsid w:val="000B7971"/>
    <w:rsid w:val="000C038A"/>
    <w:rsid w:val="000C1EEA"/>
    <w:rsid w:val="000C58C6"/>
    <w:rsid w:val="000C6112"/>
    <w:rsid w:val="000D0203"/>
    <w:rsid w:val="000D1BA1"/>
    <w:rsid w:val="000D256B"/>
    <w:rsid w:val="000D28AF"/>
    <w:rsid w:val="000D3E08"/>
    <w:rsid w:val="000D47E7"/>
    <w:rsid w:val="000D5473"/>
    <w:rsid w:val="000D736C"/>
    <w:rsid w:val="000D7EDE"/>
    <w:rsid w:val="000E0DAE"/>
    <w:rsid w:val="000E2610"/>
    <w:rsid w:val="000E2CAD"/>
    <w:rsid w:val="000F0226"/>
    <w:rsid w:val="000F2EA8"/>
    <w:rsid w:val="000F4FA4"/>
    <w:rsid w:val="000F5A13"/>
    <w:rsid w:val="000F6892"/>
    <w:rsid w:val="001008AE"/>
    <w:rsid w:val="00103345"/>
    <w:rsid w:val="00106641"/>
    <w:rsid w:val="00112170"/>
    <w:rsid w:val="00116127"/>
    <w:rsid w:val="0012336C"/>
    <w:rsid w:val="00127FBC"/>
    <w:rsid w:val="00130CFC"/>
    <w:rsid w:val="0013135D"/>
    <w:rsid w:val="00131D96"/>
    <w:rsid w:val="00134646"/>
    <w:rsid w:val="001368E9"/>
    <w:rsid w:val="0014072D"/>
    <w:rsid w:val="001506B6"/>
    <w:rsid w:val="001518C6"/>
    <w:rsid w:val="001536CE"/>
    <w:rsid w:val="00153EE7"/>
    <w:rsid w:val="00155F4D"/>
    <w:rsid w:val="00157061"/>
    <w:rsid w:val="001619FF"/>
    <w:rsid w:val="00165F3B"/>
    <w:rsid w:val="001665B5"/>
    <w:rsid w:val="0016731F"/>
    <w:rsid w:val="00172BAF"/>
    <w:rsid w:val="00173465"/>
    <w:rsid w:val="00175B01"/>
    <w:rsid w:val="00176003"/>
    <w:rsid w:val="0017650F"/>
    <w:rsid w:val="00177373"/>
    <w:rsid w:val="00184C3B"/>
    <w:rsid w:val="00185927"/>
    <w:rsid w:val="00190036"/>
    <w:rsid w:val="001A4E26"/>
    <w:rsid w:val="001A6CE7"/>
    <w:rsid w:val="001B120D"/>
    <w:rsid w:val="001B4505"/>
    <w:rsid w:val="001B582F"/>
    <w:rsid w:val="001B7103"/>
    <w:rsid w:val="001C2BF3"/>
    <w:rsid w:val="001C52E4"/>
    <w:rsid w:val="001C5803"/>
    <w:rsid w:val="001C7405"/>
    <w:rsid w:val="001C7E7F"/>
    <w:rsid w:val="001D2E3D"/>
    <w:rsid w:val="001D3C37"/>
    <w:rsid w:val="001D5D7C"/>
    <w:rsid w:val="001D7DFC"/>
    <w:rsid w:val="001D7EBA"/>
    <w:rsid w:val="001E0179"/>
    <w:rsid w:val="001E0A26"/>
    <w:rsid w:val="001E10DE"/>
    <w:rsid w:val="001E4D14"/>
    <w:rsid w:val="001E527F"/>
    <w:rsid w:val="001E583C"/>
    <w:rsid w:val="001E5ECE"/>
    <w:rsid w:val="001E675C"/>
    <w:rsid w:val="001E68AC"/>
    <w:rsid w:val="001E789E"/>
    <w:rsid w:val="001E7912"/>
    <w:rsid w:val="001F0A48"/>
    <w:rsid w:val="001F3196"/>
    <w:rsid w:val="001F5DAF"/>
    <w:rsid w:val="0020173A"/>
    <w:rsid w:val="00205EED"/>
    <w:rsid w:val="00207C08"/>
    <w:rsid w:val="00211634"/>
    <w:rsid w:val="0021552D"/>
    <w:rsid w:val="002162A8"/>
    <w:rsid w:val="0022039B"/>
    <w:rsid w:val="00220C0F"/>
    <w:rsid w:val="00220C9B"/>
    <w:rsid w:val="002232A8"/>
    <w:rsid w:val="002232EB"/>
    <w:rsid w:val="0022411D"/>
    <w:rsid w:val="0022438F"/>
    <w:rsid w:val="00226352"/>
    <w:rsid w:val="002277F1"/>
    <w:rsid w:val="00227AE7"/>
    <w:rsid w:val="00232EFB"/>
    <w:rsid w:val="00234F41"/>
    <w:rsid w:val="002359ED"/>
    <w:rsid w:val="002400BE"/>
    <w:rsid w:val="00242B96"/>
    <w:rsid w:val="00242E97"/>
    <w:rsid w:val="00243F39"/>
    <w:rsid w:val="00244BAE"/>
    <w:rsid w:val="00246798"/>
    <w:rsid w:val="00247232"/>
    <w:rsid w:val="00247A84"/>
    <w:rsid w:val="00251CA0"/>
    <w:rsid w:val="00251E11"/>
    <w:rsid w:val="00252640"/>
    <w:rsid w:val="00252F3A"/>
    <w:rsid w:val="00253B06"/>
    <w:rsid w:val="0025486A"/>
    <w:rsid w:val="00255A8F"/>
    <w:rsid w:val="0025769D"/>
    <w:rsid w:val="002606FD"/>
    <w:rsid w:val="00265D16"/>
    <w:rsid w:val="00265F5B"/>
    <w:rsid w:val="002669F4"/>
    <w:rsid w:val="00271699"/>
    <w:rsid w:val="00271A6A"/>
    <w:rsid w:val="00271B77"/>
    <w:rsid w:val="00272F98"/>
    <w:rsid w:val="00274444"/>
    <w:rsid w:val="00283EE2"/>
    <w:rsid w:val="00291067"/>
    <w:rsid w:val="00292FF7"/>
    <w:rsid w:val="002938A1"/>
    <w:rsid w:val="00296F40"/>
    <w:rsid w:val="00296F95"/>
    <w:rsid w:val="002A0EA8"/>
    <w:rsid w:val="002A2B92"/>
    <w:rsid w:val="002A3855"/>
    <w:rsid w:val="002A3A29"/>
    <w:rsid w:val="002A3A5D"/>
    <w:rsid w:val="002A411F"/>
    <w:rsid w:val="002A64B9"/>
    <w:rsid w:val="002A7A33"/>
    <w:rsid w:val="002A7A46"/>
    <w:rsid w:val="002B2FBC"/>
    <w:rsid w:val="002B5C6C"/>
    <w:rsid w:val="002B7FE4"/>
    <w:rsid w:val="002C0541"/>
    <w:rsid w:val="002C069F"/>
    <w:rsid w:val="002C0FE1"/>
    <w:rsid w:val="002C1165"/>
    <w:rsid w:val="002C4613"/>
    <w:rsid w:val="002C5266"/>
    <w:rsid w:val="002C5D0C"/>
    <w:rsid w:val="002D3A1B"/>
    <w:rsid w:val="002D464A"/>
    <w:rsid w:val="002D46FD"/>
    <w:rsid w:val="002D487C"/>
    <w:rsid w:val="002D6EE6"/>
    <w:rsid w:val="002D76A6"/>
    <w:rsid w:val="002D7898"/>
    <w:rsid w:val="002D7EED"/>
    <w:rsid w:val="002E344C"/>
    <w:rsid w:val="002E377E"/>
    <w:rsid w:val="002E45E7"/>
    <w:rsid w:val="002E4A3A"/>
    <w:rsid w:val="002E50B2"/>
    <w:rsid w:val="002E70BB"/>
    <w:rsid w:val="002F0A02"/>
    <w:rsid w:val="002F6AFD"/>
    <w:rsid w:val="002F6DAC"/>
    <w:rsid w:val="00300946"/>
    <w:rsid w:val="00303917"/>
    <w:rsid w:val="00305E35"/>
    <w:rsid w:val="0030606C"/>
    <w:rsid w:val="00311140"/>
    <w:rsid w:val="00313557"/>
    <w:rsid w:val="00315CB4"/>
    <w:rsid w:val="0032138A"/>
    <w:rsid w:val="00322F53"/>
    <w:rsid w:val="003238E2"/>
    <w:rsid w:val="00324CB2"/>
    <w:rsid w:val="00325CC9"/>
    <w:rsid w:val="00330CAC"/>
    <w:rsid w:val="003316ED"/>
    <w:rsid w:val="00333034"/>
    <w:rsid w:val="0033475B"/>
    <w:rsid w:val="00335EB4"/>
    <w:rsid w:val="00341BD9"/>
    <w:rsid w:val="00344BA3"/>
    <w:rsid w:val="0034746A"/>
    <w:rsid w:val="00347655"/>
    <w:rsid w:val="0035002D"/>
    <w:rsid w:val="003511D9"/>
    <w:rsid w:val="00351AB5"/>
    <w:rsid w:val="00352390"/>
    <w:rsid w:val="00352AE9"/>
    <w:rsid w:val="0035313A"/>
    <w:rsid w:val="00353490"/>
    <w:rsid w:val="00353C6F"/>
    <w:rsid w:val="003555DA"/>
    <w:rsid w:val="0035676E"/>
    <w:rsid w:val="00362052"/>
    <w:rsid w:val="0036432E"/>
    <w:rsid w:val="003649FF"/>
    <w:rsid w:val="003672C9"/>
    <w:rsid w:val="00383DCD"/>
    <w:rsid w:val="00387A9A"/>
    <w:rsid w:val="003900EA"/>
    <w:rsid w:val="0039064C"/>
    <w:rsid w:val="0039194E"/>
    <w:rsid w:val="00396AA8"/>
    <w:rsid w:val="003974BE"/>
    <w:rsid w:val="003A0A9B"/>
    <w:rsid w:val="003A1568"/>
    <w:rsid w:val="003A19E9"/>
    <w:rsid w:val="003A2D55"/>
    <w:rsid w:val="003A4C59"/>
    <w:rsid w:val="003A6358"/>
    <w:rsid w:val="003A65D5"/>
    <w:rsid w:val="003A7D78"/>
    <w:rsid w:val="003B5C60"/>
    <w:rsid w:val="003B70C2"/>
    <w:rsid w:val="003B7306"/>
    <w:rsid w:val="003C1E2F"/>
    <w:rsid w:val="003C2707"/>
    <w:rsid w:val="003C2729"/>
    <w:rsid w:val="003C2C71"/>
    <w:rsid w:val="003C3826"/>
    <w:rsid w:val="003C3DF9"/>
    <w:rsid w:val="003C55A8"/>
    <w:rsid w:val="003D0A74"/>
    <w:rsid w:val="003D0F36"/>
    <w:rsid w:val="003D30AC"/>
    <w:rsid w:val="003D4A1B"/>
    <w:rsid w:val="003D5D7F"/>
    <w:rsid w:val="003E3746"/>
    <w:rsid w:val="003E38AD"/>
    <w:rsid w:val="003E42AC"/>
    <w:rsid w:val="003E4C59"/>
    <w:rsid w:val="003E5386"/>
    <w:rsid w:val="003E5D98"/>
    <w:rsid w:val="003E6A0F"/>
    <w:rsid w:val="003F07CD"/>
    <w:rsid w:val="003F0887"/>
    <w:rsid w:val="003F2B0B"/>
    <w:rsid w:val="003F30CD"/>
    <w:rsid w:val="003F5E79"/>
    <w:rsid w:val="00400C04"/>
    <w:rsid w:val="0040285D"/>
    <w:rsid w:val="0040474A"/>
    <w:rsid w:val="0040556A"/>
    <w:rsid w:val="00405E2C"/>
    <w:rsid w:val="0041322F"/>
    <w:rsid w:val="00413923"/>
    <w:rsid w:val="004151DD"/>
    <w:rsid w:val="0041533E"/>
    <w:rsid w:val="00417123"/>
    <w:rsid w:val="00417368"/>
    <w:rsid w:val="004213F8"/>
    <w:rsid w:val="0043189E"/>
    <w:rsid w:val="004324E8"/>
    <w:rsid w:val="00433783"/>
    <w:rsid w:val="00435043"/>
    <w:rsid w:val="004358E5"/>
    <w:rsid w:val="004375BD"/>
    <w:rsid w:val="00437DBD"/>
    <w:rsid w:val="00441DD4"/>
    <w:rsid w:val="00443AA9"/>
    <w:rsid w:val="004455BD"/>
    <w:rsid w:val="004501F4"/>
    <w:rsid w:val="00454592"/>
    <w:rsid w:val="00454888"/>
    <w:rsid w:val="00454DB2"/>
    <w:rsid w:val="0047095A"/>
    <w:rsid w:val="00471CAD"/>
    <w:rsid w:val="00476B0F"/>
    <w:rsid w:val="00481986"/>
    <w:rsid w:val="004860DD"/>
    <w:rsid w:val="004864FC"/>
    <w:rsid w:val="004901EC"/>
    <w:rsid w:val="00494A37"/>
    <w:rsid w:val="00494AF5"/>
    <w:rsid w:val="00495241"/>
    <w:rsid w:val="004A2147"/>
    <w:rsid w:val="004A3E28"/>
    <w:rsid w:val="004A4A80"/>
    <w:rsid w:val="004B1428"/>
    <w:rsid w:val="004B16FB"/>
    <w:rsid w:val="004B1D55"/>
    <w:rsid w:val="004B39D0"/>
    <w:rsid w:val="004B4032"/>
    <w:rsid w:val="004B4557"/>
    <w:rsid w:val="004B7B62"/>
    <w:rsid w:val="004C0426"/>
    <w:rsid w:val="004C30B1"/>
    <w:rsid w:val="004C3830"/>
    <w:rsid w:val="004C3AF5"/>
    <w:rsid w:val="004C4C9F"/>
    <w:rsid w:val="004C6375"/>
    <w:rsid w:val="004C7948"/>
    <w:rsid w:val="004D19FF"/>
    <w:rsid w:val="004D56DC"/>
    <w:rsid w:val="004E1943"/>
    <w:rsid w:val="004E22B9"/>
    <w:rsid w:val="004F01F6"/>
    <w:rsid w:val="004F7487"/>
    <w:rsid w:val="00501582"/>
    <w:rsid w:val="005017A2"/>
    <w:rsid w:val="00504051"/>
    <w:rsid w:val="00506C7D"/>
    <w:rsid w:val="0050787E"/>
    <w:rsid w:val="00507CF2"/>
    <w:rsid w:val="005134A2"/>
    <w:rsid w:val="005157C5"/>
    <w:rsid w:val="00520576"/>
    <w:rsid w:val="00521D17"/>
    <w:rsid w:val="00522587"/>
    <w:rsid w:val="00525BF8"/>
    <w:rsid w:val="005303EA"/>
    <w:rsid w:val="00531689"/>
    <w:rsid w:val="00532B16"/>
    <w:rsid w:val="00535A99"/>
    <w:rsid w:val="0053732E"/>
    <w:rsid w:val="00542401"/>
    <w:rsid w:val="00543F59"/>
    <w:rsid w:val="00546626"/>
    <w:rsid w:val="005476D0"/>
    <w:rsid w:val="0054775A"/>
    <w:rsid w:val="00547855"/>
    <w:rsid w:val="0055202A"/>
    <w:rsid w:val="00554C5D"/>
    <w:rsid w:val="00556033"/>
    <w:rsid w:val="00556C38"/>
    <w:rsid w:val="005572DC"/>
    <w:rsid w:val="00557FA1"/>
    <w:rsid w:val="00562B97"/>
    <w:rsid w:val="00563318"/>
    <w:rsid w:val="00563FC6"/>
    <w:rsid w:val="00566C55"/>
    <w:rsid w:val="00566E8E"/>
    <w:rsid w:val="005678CD"/>
    <w:rsid w:val="00572145"/>
    <w:rsid w:val="00574C08"/>
    <w:rsid w:val="005751CB"/>
    <w:rsid w:val="005754BD"/>
    <w:rsid w:val="00575CB7"/>
    <w:rsid w:val="0057628E"/>
    <w:rsid w:val="0058063A"/>
    <w:rsid w:val="00582980"/>
    <w:rsid w:val="00582D22"/>
    <w:rsid w:val="00593D97"/>
    <w:rsid w:val="005941F8"/>
    <w:rsid w:val="0059450C"/>
    <w:rsid w:val="0059471C"/>
    <w:rsid w:val="005A0033"/>
    <w:rsid w:val="005A0C95"/>
    <w:rsid w:val="005A1C66"/>
    <w:rsid w:val="005A1C78"/>
    <w:rsid w:val="005A202D"/>
    <w:rsid w:val="005A2586"/>
    <w:rsid w:val="005A2880"/>
    <w:rsid w:val="005A3A46"/>
    <w:rsid w:val="005A3BEA"/>
    <w:rsid w:val="005A42BC"/>
    <w:rsid w:val="005A4EB1"/>
    <w:rsid w:val="005A5F90"/>
    <w:rsid w:val="005A61D7"/>
    <w:rsid w:val="005A6BF6"/>
    <w:rsid w:val="005A705C"/>
    <w:rsid w:val="005B07AC"/>
    <w:rsid w:val="005B17E1"/>
    <w:rsid w:val="005B27FA"/>
    <w:rsid w:val="005B49E6"/>
    <w:rsid w:val="005B6430"/>
    <w:rsid w:val="005B78C9"/>
    <w:rsid w:val="005B7D1F"/>
    <w:rsid w:val="005C30FC"/>
    <w:rsid w:val="005C43BD"/>
    <w:rsid w:val="005C468D"/>
    <w:rsid w:val="005C7F5D"/>
    <w:rsid w:val="005D064E"/>
    <w:rsid w:val="005D1C82"/>
    <w:rsid w:val="005D23B7"/>
    <w:rsid w:val="005E3D73"/>
    <w:rsid w:val="005E526A"/>
    <w:rsid w:val="005E5CF1"/>
    <w:rsid w:val="005F5D60"/>
    <w:rsid w:val="00602B07"/>
    <w:rsid w:val="00606032"/>
    <w:rsid w:val="00607233"/>
    <w:rsid w:val="00611C70"/>
    <w:rsid w:val="0061334E"/>
    <w:rsid w:val="00614254"/>
    <w:rsid w:val="006173E4"/>
    <w:rsid w:val="00617E36"/>
    <w:rsid w:val="00620385"/>
    <w:rsid w:val="00620D98"/>
    <w:rsid w:val="00621E43"/>
    <w:rsid w:val="006226C6"/>
    <w:rsid w:val="00624B19"/>
    <w:rsid w:val="006266F9"/>
    <w:rsid w:val="00627168"/>
    <w:rsid w:val="00631B68"/>
    <w:rsid w:val="00632B6B"/>
    <w:rsid w:val="00634A4D"/>
    <w:rsid w:val="006362E5"/>
    <w:rsid w:val="00636B23"/>
    <w:rsid w:val="006419A8"/>
    <w:rsid w:val="006427D6"/>
    <w:rsid w:val="00643FEF"/>
    <w:rsid w:val="0064527D"/>
    <w:rsid w:val="00651011"/>
    <w:rsid w:val="00651E9D"/>
    <w:rsid w:val="006523E8"/>
    <w:rsid w:val="00652424"/>
    <w:rsid w:val="0065296F"/>
    <w:rsid w:val="00655447"/>
    <w:rsid w:val="00655C97"/>
    <w:rsid w:val="00657D11"/>
    <w:rsid w:val="0066427A"/>
    <w:rsid w:val="00664292"/>
    <w:rsid w:val="00666CE3"/>
    <w:rsid w:val="00672498"/>
    <w:rsid w:val="00672EE2"/>
    <w:rsid w:val="00673095"/>
    <w:rsid w:val="00676467"/>
    <w:rsid w:val="00676921"/>
    <w:rsid w:val="00681E62"/>
    <w:rsid w:val="006831C3"/>
    <w:rsid w:val="0068394F"/>
    <w:rsid w:val="00684798"/>
    <w:rsid w:val="006852B7"/>
    <w:rsid w:val="00687EB1"/>
    <w:rsid w:val="00690C3A"/>
    <w:rsid w:val="00691197"/>
    <w:rsid w:val="00691BC5"/>
    <w:rsid w:val="00693404"/>
    <w:rsid w:val="0069516C"/>
    <w:rsid w:val="00697C6E"/>
    <w:rsid w:val="006A3133"/>
    <w:rsid w:val="006A4E45"/>
    <w:rsid w:val="006A7537"/>
    <w:rsid w:val="006A7BA5"/>
    <w:rsid w:val="006B35A7"/>
    <w:rsid w:val="006B4021"/>
    <w:rsid w:val="006B4456"/>
    <w:rsid w:val="006B65F6"/>
    <w:rsid w:val="006B6C02"/>
    <w:rsid w:val="006B72DE"/>
    <w:rsid w:val="006C05EB"/>
    <w:rsid w:val="006C24EB"/>
    <w:rsid w:val="006C5EB8"/>
    <w:rsid w:val="006C7EA7"/>
    <w:rsid w:val="006D03F9"/>
    <w:rsid w:val="006D26BF"/>
    <w:rsid w:val="006D4F77"/>
    <w:rsid w:val="006D5CC4"/>
    <w:rsid w:val="006D5E61"/>
    <w:rsid w:val="006D7D72"/>
    <w:rsid w:val="006E03C7"/>
    <w:rsid w:val="006E70B7"/>
    <w:rsid w:val="006F1F63"/>
    <w:rsid w:val="006F27F7"/>
    <w:rsid w:val="0070005B"/>
    <w:rsid w:val="00700DDB"/>
    <w:rsid w:val="0070132C"/>
    <w:rsid w:val="007022F6"/>
    <w:rsid w:val="007044B3"/>
    <w:rsid w:val="00705E1A"/>
    <w:rsid w:val="00707416"/>
    <w:rsid w:val="00711306"/>
    <w:rsid w:val="00712E08"/>
    <w:rsid w:val="00715902"/>
    <w:rsid w:val="00715B9F"/>
    <w:rsid w:val="00716792"/>
    <w:rsid w:val="00721165"/>
    <w:rsid w:val="00721D6A"/>
    <w:rsid w:val="00723E01"/>
    <w:rsid w:val="007240A2"/>
    <w:rsid w:val="00727B77"/>
    <w:rsid w:val="00727BA6"/>
    <w:rsid w:val="007301E1"/>
    <w:rsid w:val="0073268D"/>
    <w:rsid w:val="00733168"/>
    <w:rsid w:val="00734659"/>
    <w:rsid w:val="007347E9"/>
    <w:rsid w:val="00734FA7"/>
    <w:rsid w:val="00735F6D"/>
    <w:rsid w:val="00740A49"/>
    <w:rsid w:val="00741D8A"/>
    <w:rsid w:val="00742800"/>
    <w:rsid w:val="0074308E"/>
    <w:rsid w:val="00743C6D"/>
    <w:rsid w:val="00745ECE"/>
    <w:rsid w:val="00746CA8"/>
    <w:rsid w:val="00752D09"/>
    <w:rsid w:val="007533C1"/>
    <w:rsid w:val="0075444E"/>
    <w:rsid w:val="00754EB9"/>
    <w:rsid w:val="00754F9F"/>
    <w:rsid w:val="0075550F"/>
    <w:rsid w:val="007569D1"/>
    <w:rsid w:val="0075731A"/>
    <w:rsid w:val="00762C0F"/>
    <w:rsid w:val="00767362"/>
    <w:rsid w:val="00772650"/>
    <w:rsid w:val="00775A0D"/>
    <w:rsid w:val="007805BC"/>
    <w:rsid w:val="00781D83"/>
    <w:rsid w:val="00781E45"/>
    <w:rsid w:val="00784FF9"/>
    <w:rsid w:val="007857AE"/>
    <w:rsid w:val="00787842"/>
    <w:rsid w:val="007879BD"/>
    <w:rsid w:val="007907B6"/>
    <w:rsid w:val="0079141B"/>
    <w:rsid w:val="00791A37"/>
    <w:rsid w:val="00792100"/>
    <w:rsid w:val="00793C5C"/>
    <w:rsid w:val="0079484A"/>
    <w:rsid w:val="00794EFE"/>
    <w:rsid w:val="0079538C"/>
    <w:rsid w:val="007A13E5"/>
    <w:rsid w:val="007A32C0"/>
    <w:rsid w:val="007A4168"/>
    <w:rsid w:val="007A6A97"/>
    <w:rsid w:val="007B3576"/>
    <w:rsid w:val="007B3ADB"/>
    <w:rsid w:val="007B411A"/>
    <w:rsid w:val="007B77FA"/>
    <w:rsid w:val="007C11AC"/>
    <w:rsid w:val="007C1C8B"/>
    <w:rsid w:val="007D2C83"/>
    <w:rsid w:val="007D624A"/>
    <w:rsid w:val="007D6B4D"/>
    <w:rsid w:val="007D6C4A"/>
    <w:rsid w:val="007E104C"/>
    <w:rsid w:val="007E12A5"/>
    <w:rsid w:val="007E37FB"/>
    <w:rsid w:val="007E3E2D"/>
    <w:rsid w:val="007E79FD"/>
    <w:rsid w:val="007F11CB"/>
    <w:rsid w:val="007F3A8E"/>
    <w:rsid w:val="007F4372"/>
    <w:rsid w:val="007F6106"/>
    <w:rsid w:val="007F6F96"/>
    <w:rsid w:val="007F7FC5"/>
    <w:rsid w:val="00804CCE"/>
    <w:rsid w:val="00806C2A"/>
    <w:rsid w:val="008147F0"/>
    <w:rsid w:val="00814922"/>
    <w:rsid w:val="00815B63"/>
    <w:rsid w:val="008204F6"/>
    <w:rsid w:val="00821855"/>
    <w:rsid w:val="00821DD0"/>
    <w:rsid w:val="008229B8"/>
    <w:rsid w:val="00822A2B"/>
    <w:rsid w:val="00823F4E"/>
    <w:rsid w:val="00824654"/>
    <w:rsid w:val="00824F98"/>
    <w:rsid w:val="00827EBA"/>
    <w:rsid w:val="00836451"/>
    <w:rsid w:val="00837188"/>
    <w:rsid w:val="008406EA"/>
    <w:rsid w:val="0084236C"/>
    <w:rsid w:val="00844C68"/>
    <w:rsid w:val="008450A5"/>
    <w:rsid w:val="008474EB"/>
    <w:rsid w:val="00855E59"/>
    <w:rsid w:val="0085791A"/>
    <w:rsid w:val="0086146C"/>
    <w:rsid w:val="00865CB4"/>
    <w:rsid w:val="00866364"/>
    <w:rsid w:val="008674FF"/>
    <w:rsid w:val="0087225E"/>
    <w:rsid w:val="00872DEB"/>
    <w:rsid w:val="0087333D"/>
    <w:rsid w:val="008749F5"/>
    <w:rsid w:val="00876A41"/>
    <w:rsid w:val="00876B7A"/>
    <w:rsid w:val="008812DD"/>
    <w:rsid w:val="00891AE0"/>
    <w:rsid w:val="00897EE3"/>
    <w:rsid w:val="008A0EA0"/>
    <w:rsid w:val="008A106F"/>
    <w:rsid w:val="008A22DD"/>
    <w:rsid w:val="008A4BA7"/>
    <w:rsid w:val="008A5706"/>
    <w:rsid w:val="008A661C"/>
    <w:rsid w:val="008B02BB"/>
    <w:rsid w:val="008B0AB1"/>
    <w:rsid w:val="008B123A"/>
    <w:rsid w:val="008B1C9A"/>
    <w:rsid w:val="008B706C"/>
    <w:rsid w:val="008C2B85"/>
    <w:rsid w:val="008C2BAC"/>
    <w:rsid w:val="008C3B15"/>
    <w:rsid w:val="008C532F"/>
    <w:rsid w:val="008C5900"/>
    <w:rsid w:val="008C627A"/>
    <w:rsid w:val="008C6420"/>
    <w:rsid w:val="008C6B88"/>
    <w:rsid w:val="008D2531"/>
    <w:rsid w:val="008D29B7"/>
    <w:rsid w:val="008D7A58"/>
    <w:rsid w:val="008D7EBB"/>
    <w:rsid w:val="008E0BB5"/>
    <w:rsid w:val="008E4FBA"/>
    <w:rsid w:val="008E6388"/>
    <w:rsid w:val="008E7CF1"/>
    <w:rsid w:val="008F2806"/>
    <w:rsid w:val="008F3664"/>
    <w:rsid w:val="008F3A35"/>
    <w:rsid w:val="008F4072"/>
    <w:rsid w:val="008F62FF"/>
    <w:rsid w:val="008F644B"/>
    <w:rsid w:val="00900A1E"/>
    <w:rsid w:val="009037CD"/>
    <w:rsid w:val="009047B5"/>
    <w:rsid w:val="00905C62"/>
    <w:rsid w:val="00907F06"/>
    <w:rsid w:val="00912677"/>
    <w:rsid w:val="00913DBA"/>
    <w:rsid w:val="009145FA"/>
    <w:rsid w:val="009156DC"/>
    <w:rsid w:val="00916384"/>
    <w:rsid w:val="00917C58"/>
    <w:rsid w:val="009232A6"/>
    <w:rsid w:val="009235AE"/>
    <w:rsid w:val="00924BA5"/>
    <w:rsid w:val="009307D0"/>
    <w:rsid w:val="00931560"/>
    <w:rsid w:val="00932213"/>
    <w:rsid w:val="00933913"/>
    <w:rsid w:val="0094267A"/>
    <w:rsid w:val="009449B0"/>
    <w:rsid w:val="00945053"/>
    <w:rsid w:val="0095040B"/>
    <w:rsid w:val="0095737F"/>
    <w:rsid w:val="00957D7C"/>
    <w:rsid w:val="00961115"/>
    <w:rsid w:val="00962791"/>
    <w:rsid w:val="00962AD4"/>
    <w:rsid w:val="00965D52"/>
    <w:rsid w:val="009734F6"/>
    <w:rsid w:val="00973593"/>
    <w:rsid w:val="00974B37"/>
    <w:rsid w:val="00974D6D"/>
    <w:rsid w:val="00980056"/>
    <w:rsid w:val="0098073F"/>
    <w:rsid w:val="00982DC5"/>
    <w:rsid w:val="00983253"/>
    <w:rsid w:val="009850AB"/>
    <w:rsid w:val="009855CC"/>
    <w:rsid w:val="00987196"/>
    <w:rsid w:val="0099182A"/>
    <w:rsid w:val="00994817"/>
    <w:rsid w:val="009954A0"/>
    <w:rsid w:val="00995841"/>
    <w:rsid w:val="009A1F6A"/>
    <w:rsid w:val="009A325F"/>
    <w:rsid w:val="009A4264"/>
    <w:rsid w:val="009B03DF"/>
    <w:rsid w:val="009B0487"/>
    <w:rsid w:val="009B106A"/>
    <w:rsid w:val="009B12AB"/>
    <w:rsid w:val="009B1CB8"/>
    <w:rsid w:val="009B20C6"/>
    <w:rsid w:val="009B2542"/>
    <w:rsid w:val="009B3901"/>
    <w:rsid w:val="009B59E9"/>
    <w:rsid w:val="009B6466"/>
    <w:rsid w:val="009C03E5"/>
    <w:rsid w:val="009C3C05"/>
    <w:rsid w:val="009C42E4"/>
    <w:rsid w:val="009C5B19"/>
    <w:rsid w:val="009C61F8"/>
    <w:rsid w:val="009C7178"/>
    <w:rsid w:val="009C74DA"/>
    <w:rsid w:val="009D00C8"/>
    <w:rsid w:val="009D099D"/>
    <w:rsid w:val="009D18AF"/>
    <w:rsid w:val="009D29D1"/>
    <w:rsid w:val="009D29D7"/>
    <w:rsid w:val="009D5D4E"/>
    <w:rsid w:val="009D6EBF"/>
    <w:rsid w:val="009E1D22"/>
    <w:rsid w:val="009E612E"/>
    <w:rsid w:val="009E73BE"/>
    <w:rsid w:val="009F2ADE"/>
    <w:rsid w:val="009F5F3C"/>
    <w:rsid w:val="00A00DC3"/>
    <w:rsid w:val="00A01865"/>
    <w:rsid w:val="00A02756"/>
    <w:rsid w:val="00A029E7"/>
    <w:rsid w:val="00A059E9"/>
    <w:rsid w:val="00A06AE0"/>
    <w:rsid w:val="00A11796"/>
    <w:rsid w:val="00A118E7"/>
    <w:rsid w:val="00A11DB6"/>
    <w:rsid w:val="00A148D3"/>
    <w:rsid w:val="00A15662"/>
    <w:rsid w:val="00A16636"/>
    <w:rsid w:val="00A1738A"/>
    <w:rsid w:val="00A17B57"/>
    <w:rsid w:val="00A2113C"/>
    <w:rsid w:val="00A245FB"/>
    <w:rsid w:val="00A274A9"/>
    <w:rsid w:val="00A27BC2"/>
    <w:rsid w:val="00A3709C"/>
    <w:rsid w:val="00A37872"/>
    <w:rsid w:val="00A44A6F"/>
    <w:rsid w:val="00A44D20"/>
    <w:rsid w:val="00A45A9E"/>
    <w:rsid w:val="00A52A13"/>
    <w:rsid w:val="00A535CD"/>
    <w:rsid w:val="00A54C6C"/>
    <w:rsid w:val="00A54EFE"/>
    <w:rsid w:val="00A556F1"/>
    <w:rsid w:val="00A56689"/>
    <w:rsid w:val="00A57766"/>
    <w:rsid w:val="00A6154A"/>
    <w:rsid w:val="00A67CE0"/>
    <w:rsid w:val="00A70AA8"/>
    <w:rsid w:val="00A72830"/>
    <w:rsid w:val="00A73DA0"/>
    <w:rsid w:val="00A742D8"/>
    <w:rsid w:val="00A755EE"/>
    <w:rsid w:val="00A8063C"/>
    <w:rsid w:val="00A8292A"/>
    <w:rsid w:val="00A87000"/>
    <w:rsid w:val="00A91635"/>
    <w:rsid w:val="00A9373C"/>
    <w:rsid w:val="00A94061"/>
    <w:rsid w:val="00A96BB7"/>
    <w:rsid w:val="00A974C5"/>
    <w:rsid w:val="00A97CA9"/>
    <w:rsid w:val="00AA04FC"/>
    <w:rsid w:val="00AA053E"/>
    <w:rsid w:val="00AA25BF"/>
    <w:rsid w:val="00AA3CE1"/>
    <w:rsid w:val="00AA4308"/>
    <w:rsid w:val="00AA7415"/>
    <w:rsid w:val="00AB21E6"/>
    <w:rsid w:val="00AB4156"/>
    <w:rsid w:val="00AB4C6C"/>
    <w:rsid w:val="00AB7B86"/>
    <w:rsid w:val="00AC12EA"/>
    <w:rsid w:val="00AC1DAD"/>
    <w:rsid w:val="00AC314E"/>
    <w:rsid w:val="00AC5295"/>
    <w:rsid w:val="00AC5545"/>
    <w:rsid w:val="00AC7838"/>
    <w:rsid w:val="00AD360F"/>
    <w:rsid w:val="00AD3ABF"/>
    <w:rsid w:val="00AD6A59"/>
    <w:rsid w:val="00AE12F9"/>
    <w:rsid w:val="00AE1487"/>
    <w:rsid w:val="00AE225C"/>
    <w:rsid w:val="00AE3228"/>
    <w:rsid w:val="00AE3CE5"/>
    <w:rsid w:val="00AE4173"/>
    <w:rsid w:val="00AE6A15"/>
    <w:rsid w:val="00AE6C87"/>
    <w:rsid w:val="00AE6DFB"/>
    <w:rsid w:val="00AF0527"/>
    <w:rsid w:val="00AF191F"/>
    <w:rsid w:val="00AF268D"/>
    <w:rsid w:val="00AF357D"/>
    <w:rsid w:val="00AF390C"/>
    <w:rsid w:val="00AF452D"/>
    <w:rsid w:val="00AF4750"/>
    <w:rsid w:val="00AF5654"/>
    <w:rsid w:val="00B0498B"/>
    <w:rsid w:val="00B04B7F"/>
    <w:rsid w:val="00B0519D"/>
    <w:rsid w:val="00B06ADC"/>
    <w:rsid w:val="00B1016B"/>
    <w:rsid w:val="00B117A1"/>
    <w:rsid w:val="00B12145"/>
    <w:rsid w:val="00B12DE0"/>
    <w:rsid w:val="00B135CF"/>
    <w:rsid w:val="00B13A22"/>
    <w:rsid w:val="00B17B7B"/>
    <w:rsid w:val="00B17F40"/>
    <w:rsid w:val="00B203C2"/>
    <w:rsid w:val="00B20DC6"/>
    <w:rsid w:val="00B21FB9"/>
    <w:rsid w:val="00B2378B"/>
    <w:rsid w:val="00B25B40"/>
    <w:rsid w:val="00B26E00"/>
    <w:rsid w:val="00B31F43"/>
    <w:rsid w:val="00B33684"/>
    <w:rsid w:val="00B341CF"/>
    <w:rsid w:val="00B343BA"/>
    <w:rsid w:val="00B3640E"/>
    <w:rsid w:val="00B423B5"/>
    <w:rsid w:val="00B43963"/>
    <w:rsid w:val="00B445BC"/>
    <w:rsid w:val="00B453CA"/>
    <w:rsid w:val="00B46FC3"/>
    <w:rsid w:val="00B52300"/>
    <w:rsid w:val="00B5266E"/>
    <w:rsid w:val="00B55ADE"/>
    <w:rsid w:val="00B55BD8"/>
    <w:rsid w:val="00B55EC9"/>
    <w:rsid w:val="00B56D74"/>
    <w:rsid w:val="00B56DA1"/>
    <w:rsid w:val="00B642C3"/>
    <w:rsid w:val="00B65E67"/>
    <w:rsid w:val="00B66E6A"/>
    <w:rsid w:val="00B70383"/>
    <w:rsid w:val="00B70674"/>
    <w:rsid w:val="00B708CA"/>
    <w:rsid w:val="00B709D0"/>
    <w:rsid w:val="00B714CA"/>
    <w:rsid w:val="00B74410"/>
    <w:rsid w:val="00B75004"/>
    <w:rsid w:val="00B8168D"/>
    <w:rsid w:val="00B84973"/>
    <w:rsid w:val="00B86533"/>
    <w:rsid w:val="00B87390"/>
    <w:rsid w:val="00B900A1"/>
    <w:rsid w:val="00B90BB1"/>
    <w:rsid w:val="00B930E0"/>
    <w:rsid w:val="00B9515C"/>
    <w:rsid w:val="00B9793B"/>
    <w:rsid w:val="00BA0220"/>
    <w:rsid w:val="00BA06BD"/>
    <w:rsid w:val="00BA0DD6"/>
    <w:rsid w:val="00BA1E9D"/>
    <w:rsid w:val="00BA4AAB"/>
    <w:rsid w:val="00BA6659"/>
    <w:rsid w:val="00BA7032"/>
    <w:rsid w:val="00BA7D47"/>
    <w:rsid w:val="00BB2845"/>
    <w:rsid w:val="00BB3A1F"/>
    <w:rsid w:val="00BB46C3"/>
    <w:rsid w:val="00BB6341"/>
    <w:rsid w:val="00BB657C"/>
    <w:rsid w:val="00BB6975"/>
    <w:rsid w:val="00BB6D44"/>
    <w:rsid w:val="00BC4030"/>
    <w:rsid w:val="00BC55C1"/>
    <w:rsid w:val="00BC68BF"/>
    <w:rsid w:val="00BC6C86"/>
    <w:rsid w:val="00BD0327"/>
    <w:rsid w:val="00BD10F7"/>
    <w:rsid w:val="00BD1505"/>
    <w:rsid w:val="00BD17F4"/>
    <w:rsid w:val="00BD20D6"/>
    <w:rsid w:val="00BD3348"/>
    <w:rsid w:val="00BD6159"/>
    <w:rsid w:val="00BE172D"/>
    <w:rsid w:val="00BE37D0"/>
    <w:rsid w:val="00BE391C"/>
    <w:rsid w:val="00BE6175"/>
    <w:rsid w:val="00BE68A0"/>
    <w:rsid w:val="00BF2399"/>
    <w:rsid w:val="00BF270C"/>
    <w:rsid w:val="00BF2A03"/>
    <w:rsid w:val="00BF2DE6"/>
    <w:rsid w:val="00BF2EEB"/>
    <w:rsid w:val="00BF400D"/>
    <w:rsid w:val="00BF50B7"/>
    <w:rsid w:val="00BF6246"/>
    <w:rsid w:val="00C00332"/>
    <w:rsid w:val="00C00DF6"/>
    <w:rsid w:val="00C012BE"/>
    <w:rsid w:val="00C02636"/>
    <w:rsid w:val="00C06706"/>
    <w:rsid w:val="00C0672D"/>
    <w:rsid w:val="00C10D7C"/>
    <w:rsid w:val="00C11D58"/>
    <w:rsid w:val="00C14A33"/>
    <w:rsid w:val="00C1552D"/>
    <w:rsid w:val="00C272C2"/>
    <w:rsid w:val="00C30C98"/>
    <w:rsid w:val="00C31DFD"/>
    <w:rsid w:val="00C32E01"/>
    <w:rsid w:val="00C33995"/>
    <w:rsid w:val="00C34AB3"/>
    <w:rsid w:val="00C34E30"/>
    <w:rsid w:val="00C35482"/>
    <w:rsid w:val="00C40437"/>
    <w:rsid w:val="00C40984"/>
    <w:rsid w:val="00C4478A"/>
    <w:rsid w:val="00C45ED3"/>
    <w:rsid w:val="00C464B2"/>
    <w:rsid w:val="00C46921"/>
    <w:rsid w:val="00C50071"/>
    <w:rsid w:val="00C51DFC"/>
    <w:rsid w:val="00C52330"/>
    <w:rsid w:val="00C54210"/>
    <w:rsid w:val="00C547B4"/>
    <w:rsid w:val="00C558B9"/>
    <w:rsid w:val="00C579A4"/>
    <w:rsid w:val="00C57B32"/>
    <w:rsid w:val="00C603E0"/>
    <w:rsid w:val="00C62B8B"/>
    <w:rsid w:val="00C63B5F"/>
    <w:rsid w:val="00C66AAE"/>
    <w:rsid w:val="00C72008"/>
    <w:rsid w:val="00C72134"/>
    <w:rsid w:val="00C740C1"/>
    <w:rsid w:val="00C74B7D"/>
    <w:rsid w:val="00C7517D"/>
    <w:rsid w:val="00C80A0A"/>
    <w:rsid w:val="00C8109F"/>
    <w:rsid w:val="00C812B2"/>
    <w:rsid w:val="00C81FD4"/>
    <w:rsid w:val="00C847D3"/>
    <w:rsid w:val="00C85BEC"/>
    <w:rsid w:val="00C8789A"/>
    <w:rsid w:val="00C87D62"/>
    <w:rsid w:val="00C90E54"/>
    <w:rsid w:val="00C92732"/>
    <w:rsid w:val="00C93361"/>
    <w:rsid w:val="00C9341F"/>
    <w:rsid w:val="00C94B91"/>
    <w:rsid w:val="00C94F25"/>
    <w:rsid w:val="00C95313"/>
    <w:rsid w:val="00C95E0B"/>
    <w:rsid w:val="00C97404"/>
    <w:rsid w:val="00CA1964"/>
    <w:rsid w:val="00CA397E"/>
    <w:rsid w:val="00CA4873"/>
    <w:rsid w:val="00CA6B70"/>
    <w:rsid w:val="00CB37AD"/>
    <w:rsid w:val="00CB60B0"/>
    <w:rsid w:val="00CB78BA"/>
    <w:rsid w:val="00CC0E10"/>
    <w:rsid w:val="00CC2FBC"/>
    <w:rsid w:val="00CC626B"/>
    <w:rsid w:val="00CC6F01"/>
    <w:rsid w:val="00CD01E6"/>
    <w:rsid w:val="00CD0F04"/>
    <w:rsid w:val="00CD3673"/>
    <w:rsid w:val="00CD5579"/>
    <w:rsid w:val="00CD7675"/>
    <w:rsid w:val="00CE2053"/>
    <w:rsid w:val="00CE55D6"/>
    <w:rsid w:val="00CF2F4D"/>
    <w:rsid w:val="00CF5B01"/>
    <w:rsid w:val="00D010D6"/>
    <w:rsid w:val="00D02C1C"/>
    <w:rsid w:val="00D02DCB"/>
    <w:rsid w:val="00D03A1C"/>
    <w:rsid w:val="00D043E1"/>
    <w:rsid w:val="00D05717"/>
    <w:rsid w:val="00D05DC0"/>
    <w:rsid w:val="00D06745"/>
    <w:rsid w:val="00D06CA4"/>
    <w:rsid w:val="00D1047E"/>
    <w:rsid w:val="00D11374"/>
    <w:rsid w:val="00D1442C"/>
    <w:rsid w:val="00D14C41"/>
    <w:rsid w:val="00D21264"/>
    <w:rsid w:val="00D22B8A"/>
    <w:rsid w:val="00D232FB"/>
    <w:rsid w:val="00D25774"/>
    <w:rsid w:val="00D2773E"/>
    <w:rsid w:val="00D27D71"/>
    <w:rsid w:val="00D27F84"/>
    <w:rsid w:val="00D30763"/>
    <w:rsid w:val="00D34C37"/>
    <w:rsid w:val="00D36BDE"/>
    <w:rsid w:val="00D37FA9"/>
    <w:rsid w:val="00D4141C"/>
    <w:rsid w:val="00D505A7"/>
    <w:rsid w:val="00D54551"/>
    <w:rsid w:val="00D54CA4"/>
    <w:rsid w:val="00D56219"/>
    <w:rsid w:val="00D67F2B"/>
    <w:rsid w:val="00D76E8C"/>
    <w:rsid w:val="00D76F9E"/>
    <w:rsid w:val="00D833A3"/>
    <w:rsid w:val="00D83529"/>
    <w:rsid w:val="00D83DB0"/>
    <w:rsid w:val="00D86292"/>
    <w:rsid w:val="00D921BB"/>
    <w:rsid w:val="00D932F1"/>
    <w:rsid w:val="00D93339"/>
    <w:rsid w:val="00D93D02"/>
    <w:rsid w:val="00D94801"/>
    <w:rsid w:val="00D94B21"/>
    <w:rsid w:val="00D97D2A"/>
    <w:rsid w:val="00DA1DC6"/>
    <w:rsid w:val="00DA2651"/>
    <w:rsid w:val="00DA29A2"/>
    <w:rsid w:val="00DA3898"/>
    <w:rsid w:val="00DACB7E"/>
    <w:rsid w:val="00DB053A"/>
    <w:rsid w:val="00DB0ED2"/>
    <w:rsid w:val="00DB2302"/>
    <w:rsid w:val="00DB2D37"/>
    <w:rsid w:val="00DB3995"/>
    <w:rsid w:val="00DB3B98"/>
    <w:rsid w:val="00DB4A41"/>
    <w:rsid w:val="00DB552C"/>
    <w:rsid w:val="00DB59CF"/>
    <w:rsid w:val="00DB5A53"/>
    <w:rsid w:val="00DB6093"/>
    <w:rsid w:val="00DB7188"/>
    <w:rsid w:val="00DB784C"/>
    <w:rsid w:val="00DB79EA"/>
    <w:rsid w:val="00DC2C32"/>
    <w:rsid w:val="00DC3E40"/>
    <w:rsid w:val="00DC760F"/>
    <w:rsid w:val="00DD1644"/>
    <w:rsid w:val="00DD390F"/>
    <w:rsid w:val="00DD593B"/>
    <w:rsid w:val="00DD6C9E"/>
    <w:rsid w:val="00DE057A"/>
    <w:rsid w:val="00DE195A"/>
    <w:rsid w:val="00DE1BE5"/>
    <w:rsid w:val="00DE292E"/>
    <w:rsid w:val="00DE34EF"/>
    <w:rsid w:val="00DE5869"/>
    <w:rsid w:val="00DE721B"/>
    <w:rsid w:val="00DF4B6E"/>
    <w:rsid w:val="00DF68F4"/>
    <w:rsid w:val="00DF6D86"/>
    <w:rsid w:val="00E020B2"/>
    <w:rsid w:val="00E0594A"/>
    <w:rsid w:val="00E1005B"/>
    <w:rsid w:val="00E10563"/>
    <w:rsid w:val="00E12EBB"/>
    <w:rsid w:val="00E13621"/>
    <w:rsid w:val="00E14A72"/>
    <w:rsid w:val="00E1B94C"/>
    <w:rsid w:val="00E2093F"/>
    <w:rsid w:val="00E22B39"/>
    <w:rsid w:val="00E2384A"/>
    <w:rsid w:val="00E25EFD"/>
    <w:rsid w:val="00E313E6"/>
    <w:rsid w:val="00E324AD"/>
    <w:rsid w:val="00E32E01"/>
    <w:rsid w:val="00E339FF"/>
    <w:rsid w:val="00E3457A"/>
    <w:rsid w:val="00E34818"/>
    <w:rsid w:val="00E40D79"/>
    <w:rsid w:val="00E40E8F"/>
    <w:rsid w:val="00E437A5"/>
    <w:rsid w:val="00E5445A"/>
    <w:rsid w:val="00E54AD9"/>
    <w:rsid w:val="00E54FBB"/>
    <w:rsid w:val="00E564A1"/>
    <w:rsid w:val="00E57BCB"/>
    <w:rsid w:val="00E610AF"/>
    <w:rsid w:val="00E61D92"/>
    <w:rsid w:val="00E62CAD"/>
    <w:rsid w:val="00E63A97"/>
    <w:rsid w:val="00E760DD"/>
    <w:rsid w:val="00E77BD1"/>
    <w:rsid w:val="00E801A7"/>
    <w:rsid w:val="00E82B94"/>
    <w:rsid w:val="00E83D5E"/>
    <w:rsid w:val="00E8456B"/>
    <w:rsid w:val="00E91CB7"/>
    <w:rsid w:val="00E93424"/>
    <w:rsid w:val="00E94D75"/>
    <w:rsid w:val="00E962DF"/>
    <w:rsid w:val="00E96317"/>
    <w:rsid w:val="00E977D8"/>
    <w:rsid w:val="00EA009A"/>
    <w:rsid w:val="00EA3C49"/>
    <w:rsid w:val="00EA4CAA"/>
    <w:rsid w:val="00EB093D"/>
    <w:rsid w:val="00EB13EC"/>
    <w:rsid w:val="00EB2FEB"/>
    <w:rsid w:val="00EB5804"/>
    <w:rsid w:val="00EC1D21"/>
    <w:rsid w:val="00EC22AB"/>
    <w:rsid w:val="00EC2F57"/>
    <w:rsid w:val="00EC421F"/>
    <w:rsid w:val="00EC7D98"/>
    <w:rsid w:val="00ED143A"/>
    <w:rsid w:val="00ED345F"/>
    <w:rsid w:val="00ED40A9"/>
    <w:rsid w:val="00ED4F4B"/>
    <w:rsid w:val="00ED67C1"/>
    <w:rsid w:val="00EE1620"/>
    <w:rsid w:val="00EE249A"/>
    <w:rsid w:val="00EE4ECD"/>
    <w:rsid w:val="00EE55FB"/>
    <w:rsid w:val="00EE5687"/>
    <w:rsid w:val="00EE65F5"/>
    <w:rsid w:val="00EE7E82"/>
    <w:rsid w:val="00EF0B79"/>
    <w:rsid w:val="00EF486D"/>
    <w:rsid w:val="00EF48D7"/>
    <w:rsid w:val="00EF4AF3"/>
    <w:rsid w:val="00EF5245"/>
    <w:rsid w:val="00EF773A"/>
    <w:rsid w:val="00F010F4"/>
    <w:rsid w:val="00F02EF7"/>
    <w:rsid w:val="00F0316D"/>
    <w:rsid w:val="00F03238"/>
    <w:rsid w:val="00F05C5A"/>
    <w:rsid w:val="00F07B5F"/>
    <w:rsid w:val="00F111E7"/>
    <w:rsid w:val="00F112CA"/>
    <w:rsid w:val="00F1264A"/>
    <w:rsid w:val="00F138D8"/>
    <w:rsid w:val="00F1552B"/>
    <w:rsid w:val="00F16B9B"/>
    <w:rsid w:val="00F224D8"/>
    <w:rsid w:val="00F22E99"/>
    <w:rsid w:val="00F238A1"/>
    <w:rsid w:val="00F24981"/>
    <w:rsid w:val="00F2505F"/>
    <w:rsid w:val="00F252CC"/>
    <w:rsid w:val="00F3077E"/>
    <w:rsid w:val="00F3186E"/>
    <w:rsid w:val="00F32B9A"/>
    <w:rsid w:val="00F32E91"/>
    <w:rsid w:val="00F338A5"/>
    <w:rsid w:val="00F35BB6"/>
    <w:rsid w:val="00F40006"/>
    <w:rsid w:val="00F41F45"/>
    <w:rsid w:val="00F44396"/>
    <w:rsid w:val="00F47457"/>
    <w:rsid w:val="00F5464A"/>
    <w:rsid w:val="00F5720E"/>
    <w:rsid w:val="00F57316"/>
    <w:rsid w:val="00F57484"/>
    <w:rsid w:val="00F6002F"/>
    <w:rsid w:val="00F612E2"/>
    <w:rsid w:val="00F625AB"/>
    <w:rsid w:val="00F65FCA"/>
    <w:rsid w:val="00F6618D"/>
    <w:rsid w:val="00F67BEB"/>
    <w:rsid w:val="00F71D60"/>
    <w:rsid w:val="00F7284C"/>
    <w:rsid w:val="00F72A0C"/>
    <w:rsid w:val="00F7556A"/>
    <w:rsid w:val="00F768CC"/>
    <w:rsid w:val="00F76B2A"/>
    <w:rsid w:val="00F77149"/>
    <w:rsid w:val="00F81D60"/>
    <w:rsid w:val="00F83900"/>
    <w:rsid w:val="00F8431E"/>
    <w:rsid w:val="00F84455"/>
    <w:rsid w:val="00F84A57"/>
    <w:rsid w:val="00F85948"/>
    <w:rsid w:val="00F90FBC"/>
    <w:rsid w:val="00F931C8"/>
    <w:rsid w:val="00F95155"/>
    <w:rsid w:val="00F959C8"/>
    <w:rsid w:val="00F9608B"/>
    <w:rsid w:val="00FA0652"/>
    <w:rsid w:val="00FA08A4"/>
    <w:rsid w:val="00FA158C"/>
    <w:rsid w:val="00FA1EEB"/>
    <w:rsid w:val="00FA3C48"/>
    <w:rsid w:val="00FA5C85"/>
    <w:rsid w:val="00FA7978"/>
    <w:rsid w:val="00FB0963"/>
    <w:rsid w:val="00FB253B"/>
    <w:rsid w:val="00FB313B"/>
    <w:rsid w:val="00FC020D"/>
    <w:rsid w:val="00FC3954"/>
    <w:rsid w:val="00FD2967"/>
    <w:rsid w:val="00FD2A2B"/>
    <w:rsid w:val="00FE071C"/>
    <w:rsid w:val="00FE0F1D"/>
    <w:rsid w:val="00FE1111"/>
    <w:rsid w:val="00FE25D1"/>
    <w:rsid w:val="00FE3A33"/>
    <w:rsid w:val="00FE44BE"/>
    <w:rsid w:val="00FE52F4"/>
    <w:rsid w:val="00FE5E58"/>
    <w:rsid w:val="00FE765F"/>
    <w:rsid w:val="00FF10EF"/>
    <w:rsid w:val="00FF6288"/>
    <w:rsid w:val="00FF647B"/>
    <w:rsid w:val="00FF7E4F"/>
    <w:rsid w:val="036884D0"/>
    <w:rsid w:val="04071F75"/>
    <w:rsid w:val="05867F39"/>
    <w:rsid w:val="05C1FE12"/>
    <w:rsid w:val="05D05257"/>
    <w:rsid w:val="085E17ED"/>
    <w:rsid w:val="0BC59546"/>
    <w:rsid w:val="0E8999FA"/>
    <w:rsid w:val="0FC000EE"/>
    <w:rsid w:val="136B8CAD"/>
    <w:rsid w:val="1B3A0B86"/>
    <w:rsid w:val="1F1315E4"/>
    <w:rsid w:val="20ECCE14"/>
    <w:rsid w:val="21DCC208"/>
    <w:rsid w:val="23CF4BBB"/>
    <w:rsid w:val="24021D1F"/>
    <w:rsid w:val="24E864C7"/>
    <w:rsid w:val="25FA7431"/>
    <w:rsid w:val="2A9329AF"/>
    <w:rsid w:val="2BE04ADA"/>
    <w:rsid w:val="2C187158"/>
    <w:rsid w:val="2D731C9A"/>
    <w:rsid w:val="2E0B9BE5"/>
    <w:rsid w:val="30317992"/>
    <w:rsid w:val="30D9EFAB"/>
    <w:rsid w:val="3314D138"/>
    <w:rsid w:val="3374443E"/>
    <w:rsid w:val="3543D8E2"/>
    <w:rsid w:val="393509CC"/>
    <w:rsid w:val="3B607399"/>
    <w:rsid w:val="3C7DDB45"/>
    <w:rsid w:val="41283168"/>
    <w:rsid w:val="4133EC69"/>
    <w:rsid w:val="42C220F2"/>
    <w:rsid w:val="435B3A28"/>
    <w:rsid w:val="46B8D0CA"/>
    <w:rsid w:val="47D7D99F"/>
    <w:rsid w:val="4A8F6A73"/>
    <w:rsid w:val="4BB994FB"/>
    <w:rsid w:val="4BF09D70"/>
    <w:rsid w:val="4DAA23D9"/>
    <w:rsid w:val="51574BA3"/>
    <w:rsid w:val="52153816"/>
    <w:rsid w:val="5287A12D"/>
    <w:rsid w:val="53ACBA88"/>
    <w:rsid w:val="56F617B4"/>
    <w:rsid w:val="5CCEEFB9"/>
    <w:rsid w:val="5D0BCA0D"/>
    <w:rsid w:val="5E000C6B"/>
    <w:rsid w:val="5F1C9E44"/>
    <w:rsid w:val="5F204E5E"/>
    <w:rsid w:val="5F8D66DE"/>
    <w:rsid w:val="60787EFC"/>
    <w:rsid w:val="61FE0BD0"/>
    <w:rsid w:val="6566C091"/>
    <w:rsid w:val="6649E381"/>
    <w:rsid w:val="6C6FBE97"/>
    <w:rsid w:val="6DE8641E"/>
    <w:rsid w:val="6E3514D8"/>
    <w:rsid w:val="6E53B621"/>
    <w:rsid w:val="7569D215"/>
    <w:rsid w:val="7ACD7BE9"/>
    <w:rsid w:val="7ECB3966"/>
    <w:rsid w:val="7F5CA95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292BC"/>
  <w15:docId w15:val="{F717A8CD-0768-458B-BB77-3E67D63E8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E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6F01"/>
    <w:pPr>
      <w:tabs>
        <w:tab w:val="center" w:pos="4536"/>
        <w:tab w:val="right" w:pos="9072"/>
      </w:tabs>
      <w:spacing w:after="0" w:line="240" w:lineRule="auto"/>
    </w:pPr>
  </w:style>
  <w:style w:type="character" w:customStyle="1" w:styleId="HeaderChar">
    <w:name w:val="Header Char"/>
    <w:basedOn w:val="DefaultParagraphFont"/>
    <w:link w:val="Header"/>
    <w:uiPriority w:val="99"/>
    <w:rsid w:val="00CC6F01"/>
  </w:style>
  <w:style w:type="paragraph" w:styleId="Footer">
    <w:name w:val="footer"/>
    <w:basedOn w:val="Normal"/>
    <w:link w:val="FooterChar"/>
    <w:uiPriority w:val="99"/>
    <w:unhideWhenUsed/>
    <w:rsid w:val="00CC6F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CC6F01"/>
  </w:style>
  <w:style w:type="character" w:styleId="Hyperlink">
    <w:name w:val="Hyperlink"/>
    <w:basedOn w:val="DefaultParagraphFont"/>
    <w:uiPriority w:val="99"/>
    <w:unhideWhenUsed/>
    <w:rsid w:val="00CC6F01"/>
    <w:rPr>
      <w:color w:val="0563C1" w:themeColor="hyperlink"/>
      <w:u w:val="single"/>
    </w:rPr>
  </w:style>
  <w:style w:type="paragraph" w:styleId="BalloonText">
    <w:name w:val="Balloon Text"/>
    <w:basedOn w:val="Normal"/>
    <w:link w:val="BalloonTextChar"/>
    <w:uiPriority w:val="99"/>
    <w:semiHidden/>
    <w:unhideWhenUsed/>
    <w:rsid w:val="00535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5A99"/>
    <w:rPr>
      <w:rFonts w:ascii="Tahoma" w:hAnsi="Tahoma" w:cs="Tahoma"/>
      <w:sz w:val="16"/>
      <w:szCs w:val="16"/>
    </w:rPr>
  </w:style>
  <w:style w:type="paragraph" w:styleId="ListParagraph">
    <w:name w:val="List Paragraph"/>
    <w:basedOn w:val="Normal"/>
    <w:uiPriority w:val="34"/>
    <w:qFormat/>
    <w:rsid w:val="00823F4E"/>
    <w:pPr>
      <w:ind w:left="720"/>
      <w:contextualSpacing/>
    </w:pPr>
  </w:style>
  <w:style w:type="paragraph" w:styleId="Revision">
    <w:name w:val="Revision"/>
    <w:hidden/>
    <w:uiPriority w:val="99"/>
    <w:semiHidden/>
    <w:rsid w:val="00933913"/>
    <w:pPr>
      <w:spacing w:after="0" w:line="240" w:lineRule="auto"/>
    </w:pPr>
  </w:style>
  <w:style w:type="character" w:styleId="UnresolvedMention">
    <w:name w:val="Unresolved Mention"/>
    <w:basedOn w:val="DefaultParagraphFont"/>
    <w:uiPriority w:val="99"/>
    <w:semiHidden/>
    <w:unhideWhenUsed/>
    <w:rsid w:val="004318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899431">
      <w:bodyDiv w:val="1"/>
      <w:marLeft w:val="0"/>
      <w:marRight w:val="0"/>
      <w:marTop w:val="0"/>
      <w:marBottom w:val="0"/>
      <w:divBdr>
        <w:top w:val="none" w:sz="0" w:space="0" w:color="auto"/>
        <w:left w:val="none" w:sz="0" w:space="0" w:color="auto"/>
        <w:bottom w:val="none" w:sz="0" w:space="0" w:color="auto"/>
        <w:right w:val="none" w:sz="0" w:space="0" w:color="auto"/>
      </w:divBdr>
    </w:div>
    <w:div w:id="412508984">
      <w:bodyDiv w:val="1"/>
      <w:marLeft w:val="0"/>
      <w:marRight w:val="0"/>
      <w:marTop w:val="0"/>
      <w:marBottom w:val="0"/>
      <w:divBdr>
        <w:top w:val="none" w:sz="0" w:space="0" w:color="auto"/>
        <w:left w:val="none" w:sz="0" w:space="0" w:color="auto"/>
        <w:bottom w:val="none" w:sz="0" w:space="0" w:color="auto"/>
        <w:right w:val="none" w:sz="0" w:space="0" w:color="auto"/>
      </w:divBdr>
    </w:div>
    <w:div w:id="916398034">
      <w:bodyDiv w:val="1"/>
      <w:marLeft w:val="0"/>
      <w:marRight w:val="0"/>
      <w:marTop w:val="0"/>
      <w:marBottom w:val="0"/>
      <w:divBdr>
        <w:top w:val="none" w:sz="0" w:space="0" w:color="auto"/>
        <w:left w:val="none" w:sz="0" w:space="0" w:color="auto"/>
        <w:bottom w:val="none" w:sz="0" w:space="0" w:color="auto"/>
        <w:right w:val="none" w:sz="0" w:space="0" w:color="auto"/>
      </w:divBdr>
    </w:div>
    <w:div w:id="1104879255">
      <w:bodyDiv w:val="1"/>
      <w:marLeft w:val="0"/>
      <w:marRight w:val="0"/>
      <w:marTop w:val="0"/>
      <w:marBottom w:val="0"/>
      <w:divBdr>
        <w:top w:val="none" w:sz="0" w:space="0" w:color="auto"/>
        <w:left w:val="none" w:sz="0" w:space="0" w:color="auto"/>
        <w:bottom w:val="none" w:sz="0" w:space="0" w:color="auto"/>
        <w:right w:val="none" w:sz="0" w:space="0" w:color="auto"/>
      </w:divBdr>
      <w:divsChild>
        <w:div w:id="147287484">
          <w:marLeft w:val="0"/>
          <w:marRight w:val="0"/>
          <w:marTop w:val="0"/>
          <w:marBottom w:val="0"/>
          <w:divBdr>
            <w:top w:val="none" w:sz="0" w:space="0" w:color="auto"/>
            <w:left w:val="none" w:sz="0" w:space="0" w:color="auto"/>
            <w:bottom w:val="none" w:sz="0" w:space="0" w:color="auto"/>
            <w:right w:val="none" w:sz="0" w:space="0" w:color="auto"/>
          </w:divBdr>
        </w:div>
        <w:div w:id="1143695251">
          <w:marLeft w:val="0"/>
          <w:marRight w:val="0"/>
          <w:marTop w:val="0"/>
          <w:marBottom w:val="0"/>
          <w:divBdr>
            <w:top w:val="none" w:sz="0" w:space="0" w:color="auto"/>
            <w:left w:val="none" w:sz="0" w:space="0" w:color="auto"/>
            <w:bottom w:val="none" w:sz="0" w:space="0" w:color="auto"/>
            <w:right w:val="none" w:sz="0" w:space="0" w:color="auto"/>
          </w:divBdr>
        </w:div>
      </w:divsChild>
    </w:div>
    <w:div w:id="1269121368">
      <w:bodyDiv w:val="1"/>
      <w:marLeft w:val="0"/>
      <w:marRight w:val="0"/>
      <w:marTop w:val="0"/>
      <w:marBottom w:val="0"/>
      <w:divBdr>
        <w:top w:val="none" w:sz="0" w:space="0" w:color="auto"/>
        <w:left w:val="none" w:sz="0" w:space="0" w:color="auto"/>
        <w:bottom w:val="none" w:sz="0" w:space="0" w:color="auto"/>
        <w:right w:val="none" w:sz="0" w:space="0" w:color="auto"/>
      </w:divBdr>
    </w:div>
    <w:div w:id="1976519882">
      <w:bodyDiv w:val="1"/>
      <w:marLeft w:val="0"/>
      <w:marRight w:val="0"/>
      <w:marTop w:val="0"/>
      <w:marBottom w:val="0"/>
      <w:divBdr>
        <w:top w:val="none" w:sz="0" w:space="0" w:color="auto"/>
        <w:left w:val="none" w:sz="0" w:space="0" w:color="auto"/>
        <w:bottom w:val="none" w:sz="0" w:space="0" w:color="auto"/>
        <w:right w:val="none" w:sz="0" w:space="0" w:color="auto"/>
      </w:divBdr>
    </w:div>
    <w:div w:id="1992832337">
      <w:bodyDiv w:val="1"/>
      <w:marLeft w:val="0"/>
      <w:marRight w:val="0"/>
      <w:marTop w:val="0"/>
      <w:marBottom w:val="0"/>
      <w:divBdr>
        <w:top w:val="none" w:sz="0" w:space="0" w:color="auto"/>
        <w:left w:val="none" w:sz="0" w:space="0" w:color="auto"/>
        <w:bottom w:val="none" w:sz="0" w:space="0" w:color="auto"/>
        <w:right w:val="none" w:sz="0" w:space="0" w:color="auto"/>
      </w:divBdr>
      <w:divsChild>
        <w:div w:id="447311489">
          <w:marLeft w:val="0"/>
          <w:marRight w:val="0"/>
          <w:marTop w:val="0"/>
          <w:marBottom w:val="0"/>
          <w:divBdr>
            <w:top w:val="none" w:sz="0" w:space="0" w:color="auto"/>
            <w:left w:val="none" w:sz="0" w:space="0" w:color="auto"/>
            <w:bottom w:val="none" w:sz="0" w:space="0" w:color="auto"/>
            <w:right w:val="none" w:sz="0" w:space="0" w:color="auto"/>
          </w:divBdr>
        </w:div>
        <w:div w:id="1428771059">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mre@elvl.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elvl.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gela.saksing\KOV%20IT\ELVL%20Avalik%20-%20Dokumendid\AVALIK\ELVL%20kirjaplank%20ja%20&#252;ldplank%20ning%20milleks%20neid%20kasutada\ELVL%20kirjaplank%20-%20ametlikuks%20kirjavahetuseks-ELVL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2352CABD7EDA48982B37521C102FD6" ma:contentTypeVersion="18" ma:contentTypeDescription="Create a new document." ma:contentTypeScope="" ma:versionID="9390e97b0d48e3f860cba62a085b47a5">
  <xsd:schema xmlns:xsd="http://www.w3.org/2001/XMLSchema" xmlns:xs="http://www.w3.org/2001/XMLSchema" xmlns:p="http://schemas.microsoft.com/office/2006/metadata/properties" xmlns:ns2="34d80c5a-35b4-4c07-838f-593ef02517c6" xmlns:ns3="54f3c67f-5437-4d93-81f3-8d77c1af0d1c" targetNamespace="http://schemas.microsoft.com/office/2006/metadata/properties" ma:root="true" ma:fieldsID="7249dd3551af29053c700821aef09b1a" ns2:_="" ns3:_="">
    <xsd:import namespace="34d80c5a-35b4-4c07-838f-593ef02517c6"/>
    <xsd:import namespace="54f3c67f-5437-4d93-81f3-8d77c1af0d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d80c5a-35b4-4c07-838f-593ef02517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765f91d-7ede-454c-a68b-1b422a717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f3c67f-5437-4d93-81f3-8d77c1af0d1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0f9a0d2-0cdd-4da7-8777-519198c49d9b}" ma:internalName="TaxCatchAll" ma:showField="CatchAllData" ma:web="54f3c67f-5437-4d93-81f3-8d77c1af0d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4d80c5a-35b4-4c07-838f-593ef02517c6">
      <Terms xmlns="http://schemas.microsoft.com/office/infopath/2007/PartnerControls"/>
    </lcf76f155ced4ddcb4097134ff3c332f>
    <TaxCatchAll xmlns="54f3c67f-5437-4d93-81f3-8d77c1af0d1c" xsi:nil="true"/>
  </documentManagement>
</p:properties>
</file>

<file path=customXml/itemProps1.xml><?xml version="1.0" encoding="utf-8"?>
<ds:datastoreItem xmlns:ds="http://schemas.openxmlformats.org/officeDocument/2006/customXml" ds:itemID="{1D5B521D-88CF-40B1-93B0-9AB2B09FDBCF}">
  <ds:schemaRefs>
    <ds:schemaRef ds:uri="http://schemas.openxmlformats.org/officeDocument/2006/bibliography"/>
  </ds:schemaRefs>
</ds:datastoreItem>
</file>

<file path=customXml/itemProps2.xml><?xml version="1.0" encoding="utf-8"?>
<ds:datastoreItem xmlns:ds="http://schemas.openxmlformats.org/officeDocument/2006/customXml" ds:itemID="{754B9865-3371-46D8-A133-4836EA3F2975}">
  <ds:schemaRefs>
    <ds:schemaRef ds:uri="http://schemas.microsoft.com/sharepoint/v3/contenttype/forms"/>
  </ds:schemaRefs>
</ds:datastoreItem>
</file>

<file path=customXml/itemProps3.xml><?xml version="1.0" encoding="utf-8"?>
<ds:datastoreItem xmlns:ds="http://schemas.openxmlformats.org/officeDocument/2006/customXml" ds:itemID="{7064DA25-E470-4B1E-96DD-E25F14D05C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d80c5a-35b4-4c07-838f-593ef02517c6"/>
    <ds:schemaRef ds:uri="54f3c67f-5437-4d93-81f3-8d77c1af0d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8E2379-85F4-4CEA-A39B-21ABCB5D29AE}">
  <ds:schemaRefs>
    <ds:schemaRef ds:uri="http://schemas.microsoft.com/office/2006/metadata/properties"/>
    <ds:schemaRef ds:uri="http://schemas.microsoft.com/office/infopath/2007/PartnerControls"/>
    <ds:schemaRef ds:uri="34d80c5a-35b4-4c07-838f-593ef02517c6"/>
    <ds:schemaRef ds:uri="54f3c67f-5437-4d93-81f3-8d77c1af0d1c"/>
  </ds:schemaRefs>
</ds:datastoreItem>
</file>

<file path=docProps/app.xml><?xml version="1.0" encoding="utf-8"?>
<Properties xmlns="http://schemas.openxmlformats.org/officeDocument/2006/extended-properties" xmlns:vt="http://schemas.openxmlformats.org/officeDocument/2006/docPropsVTypes">
  <Template>ELVL kirjaplank - ametlikuks kirjavahetuseks-ELVL18.dotx</Template>
  <TotalTime>0</TotalTime>
  <Pages>2</Pages>
  <Words>679</Words>
  <Characters>3944</Characters>
  <Application>Microsoft Office Word</Application>
  <DocSecurity>0</DocSecurity>
  <Lines>32</Lines>
  <Paragraphs>9</Paragraphs>
  <ScaleCrop>false</ScaleCrop>
  <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R. Lippin</dc:creator>
  <cp:keywords>ELVL kiri</cp:keywords>
  <cp:lastModifiedBy>Kaimo Käärmann-Liive</cp:lastModifiedBy>
  <cp:revision>456</cp:revision>
  <cp:lastPrinted>2025-05-07T17:39:00Z</cp:lastPrinted>
  <dcterms:created xsi:type="dcterms:W3CDTF">2025-05-07T04:36:00Z</dcterms:created>
  <dcterms:modified xsi:type="dcterms:W3CDTF">2025-12-19T10:13:00Z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0x010100902352CABD7EDA48982B37521C102FD6</vt:lpwstr>
  </property>
  <property fmtid="{D5CDD505-2E9C-101B-9397-08002B2CF9AE}" pid="3" name="Order">
    <vt:r8>6200</vt:r8>
  </property>
  <property fmtid="{D5CDD505-2E9C-101B-9397-08002B2CF9AE}" pid="4" name="MediaServiceImageTags">
    <vt:lpwstr/>
  </property>
</Properties>
</file>